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F26902" w14:textId="77777777" w:rsidR="0089757D" w:rsidRPr="00D05733" w:rsidRDefault="00B60251" w:rsidP="00EA26F1">
      <w:pPr>
        <w:spacing w:after="0" w:line="240" w:lineRule="exact"/>
        <w:rPr>
          <w:rFonts w:ascii="MetaPlusLF" w:hAnsi="MetaPlusLF"/>
          <w:b/>
          <w:bCs/>
          <w:noProof/>
          <w:sz w:val="20"/>
          <w:szCs w:val="20"/>
          <w:lang w:val="en-US"/>
        </w:rPr>
      </w:pPr>
      <w:r w:rsidRPr="0013479C">
        <w:rPr>
          <w:rFonts w:ascii="MetaPlusLF" w:hAnsi="MetaPlusLF"/>
          <w:b/>
          <w:bCs/>
          <w:noProof/>
          <w:sz w:val="20"/>
          <w:szCs w:val="20"/>
        </w:rPr>
        <mc:AlternateContent>
          <mc:Choice Requires="wps">
            <w:drawing>
              <wp:anchor distT="45720" distB="45720" distL="114300" distR="114300" simplePos="0" relativeHeight="251658240" behindDoc="0" locked="0" layoutInCell="1" allowOverlap="1" wp14:anchorId="3A024FE7" wp14:editId="39F9551A">
                <wp:simplePos x="0" y="0"/>
                <wp:positionH relativeFrom="column">
                  <wp:posOffset>-118110</wp:posOffset>
                </wp:positionH>
                <wp:positionV relativeFrom="page">
                  <wp:posOffset>518160</wp:posOffset>
                </wp:positionV>
                <wp:extent cx="4411980" cy="160020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1980" cy="1600200"/>
                        </a:xfrm>
                        <a:prstGeom prst="rect">
                          <a:avLst/>
                        </a:prstGeom>
                        <a:noFill/>
                        <a:ln w="9525">
                          <a:noFill/>
                          <a:miter lim="800000"/>
                          <a:headEnd/>
                          <a:tailEnd/>
                        </a:ln>
                      </wps:spPr>
                      <wps:txbx>
                        <w:txbxContent>
                          <w:p w14:paraId="7F8023BB" w14:textId="77777777" w:rsidR="00B60251" w:rsidRPr="00B60251" w:rsidRDefault="00B60251" w:rsidP="00B60251">
                            <w:pPr>
                              <w:spacing w:after="0" w:line="480" w:lineRule="exact"/>
                              <w:rPr>
                                <w:rFonts w:ascii="MetaPlusLF" w:hAnsi="MetaPlusLF"/>
                                <w:b/>
                                <w:bCs/>
                                <w:sz w:val="32"/>
                                <w:szCs w:val="32"/>
                                <w:lang w:val="en-US"/>
                              </w:rPr>
                            </w:pPr>
                            <w:r w:rsidRPr="00B60251">
                              <w:rPr>
                                <w:rFonts w:ascii="MetaPlusLF" w:hAnsi="MetaPlusLF"/>
                                <w:b/>
                                <w:bCs/>
                                <w:sz w:val="32"/>
                                <w:szCs w:val="32"/>
                                <w:lang w:val="en-US"/>
                              </w:rPr>
                              <w:t>Product Fix</w:t>
                            </w:r>
                          </w:p>
                          <w:p w14:paraId="1A104B59" w14:textId="5A6DE41E" w:rsidR="00B60251" w:rsidRPr="00B60251" w:rsidRDefault="0089757D" w:rsidP="00B60251">
                            <w:pPr>
                              <w:spacing w:after="0" w:line="480" w:lineRule="exact"/>
                              <w:rPr>
                                <w:rFonts w:ascii="MetaPlusLF" w:hAnsi="MetaPlusLF"/>
                                <w:sz w:val="32"/>
                                <w:szCs w:val="32"/>
                                <w:lang w:val="en-US"/>
                              </w:rPr>
                            </w:pPr>
                            <w:r w:rsidRPr="0089757D">
                              <w:rPr>
                                <w:rFonts w:ascii="MetaPlusLF" w:hAnsi="MetaPlusLF"/>
                                <w:sz w:val="32"/>
                                <w:szCs w:val="32"/>
                                <w:lang w:val="en-US"/>
                              </w:rPr>
                              <w:t>46540</w:t>
                            </w:r>
                            <w:r>
                              <w:rPr>
                                <w:rFonts w:ascii="MetaPlusLF" w:hAnsi="MetaPlusLF"/>
                                <w:sz w:val="32"/>
                                <w:szCs w:val="32"/>
                                <w:lang w:val="en-US"/>
                              </w:rPr>
                              <w:t xml:space="preserve"> / </w:t>
                            </w:r>
                            <w:r w:rsidRPr="0089757D">
                              <w:rPr>
                                <w:rFonts w:ascii="MetaPlusLF" w:hAnsi="MetaPlusLF"/>
                                <w:sz w:val="32"/>
                                <w:szCs w:val="32"/>
                                <w:lang w:val="en-US"/>
                              </w:rPr>
                              <w:t>Networked Data Acquisition Interface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A024FE7" id="_x0000_t202" coordsize="21600,21600" o:spt="202" path="m,l,21600r21600,l21600,xe">
                <v:stroke joinstyle="miter"/>
                <v:path gradientshapeok="t" o:connecttype="rect"/>
              </v:shapetype>
              <v:shape id="Zone de texte 2" o:spid="_x0000_s1026" type="#_x0000_t202" style="position:absolute;margin-left:-9.3pt;margin-top:40.8pt;width:347.4pt;height:126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" filled="f" stroked="f">
                <v:textbox style="mso-fit-shape-to-text:t">
                  <w:txbxContent>
                    <w:p w14:paraId="7F8023BB" w14:textId="77777777" w:rsidR="00B60251" w:rsidRPr="00B60251" w:rsidRDefault="00B60251" w:rsidP="00B60251">
                      <w:pPr>
                        <w:spacing w:after="0" w:line="480" w:lineRule="exact"/>
                        <w:rPr>
                          <w:rFonts w:ascii="MetaPlusLF" w:hAnsi="MetaPlusLF"/>
                          <w:b/>
                          <w:bCs/>
                          <w:sz w:val="32"/>
                          <w:szCs w:val="32"/>
                          <w:lang w:val="en-US"/>
                        </w:rPr>
                      </w:pPr>
                      <w:r w:rsidRPr="00B60251">
                        <w:rPr>
                          <w:rFonts w:ascii="MetaPlusLF" w:hAnsi="MetaPlusLF"/>
                          <w:b/>
                          <w:bCs/>
                          <w:sz w:val="32"/>
                          <w:szCs w:val="32"/>
                          <w:lang w:val="en-US"/>
                        </w:rPr>
                        <w:t>Product Fix</w:t>
                      </w:r>
                    </w:p>
                    <w:p w14:paraId="1A104B59" w14:textId="5A6DE41E" w:rsidR="00B60251" w:rsidRPr="00B60251" w:rsidRDefault="0089757D" w:rsidP="00B60251">
                      <w:pPr>
                        <w:spacing w:after="0" w:line="480" w:lineRule="exact"/>
                        <w:rPr>
                          <w:rFonts w:ascii="MetaPlusLF" w:hAnsi="MetaPlusLF"/>
                          <w:sz w:val="32"/>
                          <w:szCs w:val="32"/>
                          <w:lang w:val="en-US"/>
                        </w:rPr>
                      </w:pPr>
                      <w:r w:rsidRPr="0089757D">
                        <w:rPr>
                          <w:rFonts w:ascii="MetaPlusLF" w:hAnsi="MetaPlusLF"/>
                          <w:sz w:val="32"/>
                          <w:szCs w:val="32"/>
                          <w:lang w:val="en-US"/>
                        </w:rPr>
                        <w:t>46540</w:t>
                      </w:r>
                      <w:r>
                        <w:rPr>
                          <w:rFonts w:ascii="MetaPlusLF" w:hAnsi="MetaPlusLF"/>
                          <w:sz w:val="32"/>
                          <w:szCs w:val="32"/>
                          <w:lang w:val="en-US"/>
                        </w:rPr>
                        <w:t xml:space="preserve"> / </w:t>
                      </w:r>
                      <w:r w:rsidRPr="0089757D">
                        <w:rPr>
                          <w:rFonts w:ascii="MetaPlusLF" w:hAnsi="MetaPlusLF"/>
                          <w:sz w:val="32"/>
                          <w:szCs w:val="32"/>
                          <w:lang w:val="en-US"/>
                        </w:rPr>
                        <w:t>Networked Data Acquisition Interface</w:t>
                      </w:r>
                    </w:p>
                  </w:txbxContent>
                </v:textbox>
                <w10:wrap anchory="page"/>
              </v:shape>
            </w:pict>
          </mc:Fallback>
        </mc:AlternateContent>
      </w:r>
      <w:r w:rsidR="0089757D" w:rsidRPr="00D05733">
        <w:rPr>
          <w:rFonts w:ascii="MetaPlusLF" w:hAnsi="MetaPlusLF"/>
          <w:b/>
          <w:bCs/>
          <w:noProof/>
          <w:sz w:val="20"/>
          <w:szCs w:val="20"/>
          <w:lang w:val="en-US"/>
        </w:rPr>
        <w:t>Description of the problem :</w:t>
      </w:r>
    </w:p>
    <w:p w14:paraId="21164EF9" w14:textId="77777777" w:rsidR="0089757D" w:rsidRPr="00D05733" w:rsidRDefault="0089757D" w:rsidP="00EA26F1">
      <w:pPr>
        <w:spacing w:after="0" w:line="240" w:lineRule="exact"/>
        <w:rPr>
          <w:rFonts w:ascii="MetaPlusLF" w:hAnsi="MetaPlusLF"/>
          <w:noProof/>
          <w:sz w:val="20"/>
          <w:szCs w:val="20"/>
          <w:lang w:val="en-US"/>
        </w:rPr>
      </w:pPr>
    </w:p>
    <w:p w14:paraId="5C14E361" w14:textId="16FF3CCD" w:rsidR="00EA26F1" w:rsidRDefault="0013479C" w:rsidP="00EA26F1">
      <w:pPr>
        <w:spacing w:after="0" w:line="240" w:lineRule="exact"/>
        <w:ind w:left="567"/>
        <w:jc w:val="both"/>
        <w:rPr>
          <w:rFonts w:ascii="MetaPlusLF" w:hAnsi="MetaPlusLF"/>
          <w:noProof/>
          <w:sz w:val="20"/>
          <w:szCs w:val="20"/>
          <w:lang w:val="en-US"/>
        </w:rPr>
      </w:pPr>
      <w:r w:rsidRPr="0013479C">
        <w:rPr>
          <w:rFonts w:ascii="MetaPlusLF" w:hAnsi="MetaPlusLF"/>
          <w:noProof/>
          <w:sz w:val="20"/>
          <w:szCs w:val="20"/>
          <w:lang w:val="en-US"/>
        </w:rPr>
        <w:t>The measured and calculated values are no longer displayed on the web page of the module and this is caused by the fact that Adobe Flash Player is no longer supported by the major web browsers.</w:t>
      </w:r>
      <w:r w:rsidR="003F6C2C">
        <w:rPr>
          <w:rFonts w:ascii="MetaPlusLF" w:hAnsi="MetaPlusLF"/>
          <w:noProof/>
          <w:sz w:val="20"/>
          <w:szCs w:val="20"/>
          <w:lang w:val="en-US"/>
        </w:rPr>
        <w:t xml:space="preserve"> </w:t>
      </w:r>
    </w:p>
    <w:p w14:paraId="08472052" w14:textId="2BAF9147" w:rsidR="00EA26F1" w:rsidRDefault="00EA26F1" w:rsidP="00EA26F1">
      <w:pPr>
        <w:spacing w:after="0" w:line="240" w:lineRule="exact"/>
        <w:jc w:val="both"/>
        <w:rPr>
          <w:rFonts w:ascii="MetaPlusLF" w:hAnsi="MetaPlusLF"/>
          <w:noProof/>
          <w:sz w:val="20"/>
          <w:szCs w:val="20"/>
          <w:lang w:val="en-US"/>
        </w:rPr>
      </w:pPr>
    </w:p>
    <w:p w14:paraId="09652012" w14:textId="2615C359" w:rsidR="00EA26F1" w:rsidRPr="0013479C" w:rsidRDefault="003F6C2C" w:rsidP="00EA26F1">
      <w:pPr>
        <w:spacing w:after="0" w:line="240" w:lineRule="exact"/>
        <w:jc w:val="both"/>
        <w:rPr>
          <w:rFonts w:ascii="MetaPlusLF" w:hAnsi="MetaPlusLF"/>
          <w:b/>
          <w:bCs/>
          <w:noProof/>
          <w:sz w:val="20"/>
          <w:szCs w:val="20"/>
          <w:lang w:val="en-US"/>
        </w:rPr>
      </w:pPr>
      <w:r w:rsidRPr="0013479C">
        <w:rPr>
          <w:rFonts w:ascii="MetaPlusLF" w:hAnsi="MetaPlusLF"/>
          <w:b/>
          <w:bCs/>
          <w:noProof/>
          <w:sz w:val="20"/>
          <w:szCs w:val="20"/>
          <w:lang w:val="en-US"/>
        </w:rPr>
        <w:t>How to fix</w:t>
      </w:r>
      <w:r w:rsidR="00EA26F1" w:rsidRPr="0013479C">
        <w:rPr>
          <w:rFonts w:ascii="MetaPlusLF" w:hAnsi="MetaPlusLF"/>
          <w:b/>
          <w:bCs/>
          <w:noProof/>
          <w:sz w:val="20"/>
          <w:szCs w:val="20"/>
          <w:lang w:val="en-US"/>
        </w:rPr>
        <w:t>:</w:t>
      </w:r>
    </w:p>
    <w:p w14:paraId="1930A8C3" w14:textId="77777777" w:rsidR="00EA26F1" w:rsidRDefault="00EA26F1" w:rsidP="00EA26F1">
      <w:pPr>
        <w:spacing w:after="0" w:line="240" w:lineRule="exact"/>
        <w:ind w:left="567"/>
        <w:jc w:val="both"/>
        <w:rPr>
          <w:rFonts w:ascii="MetaPlusLF" w:hAnsi="MetaPlusLF"/>
          <w:noProof/>
          <w:sz w:val="20"/>
          <w:szCs w:val="20"/>
          <w:lang w:val="en-US"/>
        </w:rPr>
      </w:pPr>
    </w:p>
    <w:p w14:paraId="22589E52" w14:textId="10C4D6BB" w:rsidR="00DA642F" w:rsidRDefault="0048574D" w:rsidP="00EA26F1">
      <w:pPr>
        <w:spacing w:after="0" w:line="240" w:lineRule="exact"/>
        <w:ind w:left="567"/>
        <w:jc w:val="both"/>
        <w:rPr>
          <w:rFonts w:ascii="MetaPlusLF" w:hAnsi="MetaPlusLF"/>
          <w:noProof/>
          <w:sz w:val="20"/>
          <w:szCs w:val="20"/>
          <w:lang w:val="en-US"/>
        </w:rPr>
      </w:pPr>
      <w:r>
        <w:rPr>
          <w:rFonts w:ascii="MetaPlusLF" w:hAnsi="MetaPlusLF"/>
          <w:noProof/>
          <w:sz w:val="20"/>
          <w:szCs w:val="20"/>
          <w:lang w:val="en-US"/>
        </w:rPr>
        <w:t>Install</w:t>
      </w:r>
      <w:r w:rsidR="0013479C" w:rsidRPr="0013479C">
        <w:rPr>
          <w:rFonts w:ascii="MetaPlusLF" w:hAnsi="MetaPlusLF"/>
          <w:noProof/>
          <w:sz w:val="20"/>
          <w:szCs w:val="20"/>
          <w:lang w:val="en-US"/>
        </w:rPr>
        <w:t xml:space="preserve"> the new firmware which now uses HTML5 code.</w:t>
      </w:r>
    </w:p>
    <w:p w14:paraId="703D8A80" w14:textId="77777777" w:rsidR="00DA642F" w:rsidRDefault="00DA642F" w:rsidP="00EA26F1">
      <w:pPr>
        <w:spacing w:after="0" w:line="240" w:lineRule="exact"/>
        <w:ind w:left="567"/>
        <w:jc w:val="both"/>
        <w:rPr>
          <w:rFonts w:ascii="MetaPlusLF" w:hAnsi="MetaPlusLF"/>
          <w:noProof/>
          <w:sz w:val="20"/>
          <w:szCs w:val="20"/>
          <w:lang w:val="en-US"/>
        </w:rPr>
      </w:pPr>
    </w:p>
    <w:p w14:paraId="352AE88A" w14:textId="0CB8533A" w:rsidR="00567A81" w:rsidRPr="0089757D" w:rsidRDefault="0013479C" w:rsidP="00EA26F1">
      <w:pPr>
        <w:spacing w:after="0" w:line="240" w:lineRule="exact"/>
        <w:ind w:left="567"/>
        <w:jc w:val="both"/>
        <w:rPr>
          <w:rFonts w:ascii="MetaPlusLF" w:hAnsi="MetaPlusLF"/>
          <w:sz w:val="20"/>
          <w:szCs w:val="20"/>
          <w:lang w:val="en-US"/>
        </w:rPr>
      </w:pPr>
      <w:r w:rsidRPr="0013479C">
        <w:rPr>
          <w:rFonts w:ascii="MetaPlusLF" w:hAnsi="MetaPlusLF"/>
          <w:noProof/>
          <w:sz w:val="20"/>
          <w:szCs w:val="20"/>
          <w:lang w:val="en-US"/>
        </w:rPr>
        <w:t>To do so, extract the HEX file from the ZIP file associated to this product fix and follow the procedure regarding the firmware installation that can be found in the user guide (580596) provided with the model.</w:t>
      </w:r>
      <w:r w:rsidR="00662585">
        <w:rPr>
          <w:rFonts w:ascii="MetaPlusLF" w:hAnsi="MetaPlusLF"/>
          <w:noProof/>
          <w:sz w:val="20"/>
          <w:szCs w:val="20"/>
          <w:lang w:val="en-US"/>
        </w:rPr>
        <w:t xml:space="preserve"> </w:t>
      </w:r>
      <w:r w:rsidR="0089757D">
        <w:rPr>
          <w:rFonts w:ascii="MetaPlusLF" w:hAnsi="MetaPlusLF"/>
          <w:noProof/>
          <w:sz w:val="20"/>
          <w:szCs w:val="20"/>
          <w:lang w:val="en-US"/>
        </w:rPr>
        <w:t xml:space="preserve"> </w:t>
      </w:r>
      <w:r w:rsidR="00567A81" w:rsidRPr="0089757D">
        <w:rPr>
          <w:rFonts w:ascii="MetaPlusLF" w:hAnsi="MetaPlusLF"/>
          <w:noProof/>
          <w:sz w:val="20"/>
          <w:szCs w:val="20"/>
          <w:lang w:val="en-US"/>
        </w:rPr>
        <w:t xml:space="preserve"> </w:t>
      </w:r>
    </w:p>
    <w:p w14:paraId="6D16733E" w14:textId="11501420" w:rsidR="00567A81" w:rsidRPr="0089757D" w:rsidRDefault="00567A81" w:rsidP="00567A81">
      <w:pPr>
        <w:spacing w:after="0" w:line="240" w:lineRule="exact"/>
        <w:ind w:right="-6946"/>
        <w:rPr>
          <w:rFonts w:ascii="MetaPlusLF" w:hAnsi="MetaPlusLF"/>
          <w:sz w:val="20"/>
          <w:szCs w:val="20"/>
          <w:lang w:val="en-US"/>
        </w:rPr>
      </w:pPr>
    </w:p>
    <w:p w14:paraId="4820DA2E" w14:textId="2F5EE649" w:rsidR="00567A81" w:rsidRPr="0089757D" w:rsidRDefault="00567A81" w:rsidP="00567A81">
      <w:pPr>
        <w:spacing w:after="0" w:line="240" w:lineRule="exact"/>
        <w:ind w:right="-6946"/>
        <w:rPr>
          <w:rFonts w:ascii="MetaPlusLF" w:hAnsi="MetaPlusLF"/>
          <w:sz w:val="20"/>
          <w:szCs w:val="20"/>
          <w:lang w:val="en-US"/>
        </w:rPr>
      </w:pPr>
    </w:p>
    <w:p w14:paraId="66B5549C" w14:textId="557BD98F" w:rsidR="00567A81" w:rsidRPr="0089757D" w:rsidRDefault="00567A81" w:rsidP="00567A81">
      <w:pPr>
        <w:spacing w:after="0" w:line="240" w:lineRule="exact"/>
        <w:ind w:right="-6946"/>
        <w:rPr>
          <w:rFonts w:ascii="MetaPlusLF" w:hAnsi="MetaPlusLF"/>
          <w:sz w:val="20"/>
          <w:szCs w:val="20"/>
          <w:lang w:val="en-US"/>
        </w:rPr>
      </w:pPr>
    </w:p>
    <w:p w14:paraId="0B562A94" w14:textId="03AC2B43" w:rsidR="00567A81" w:rsidRPr="0089757D" w:rsidRDefault="00567A81" w:rsidP="00567A81">
      <w:pPr>
        <w:spacing w:after="0" w:line="240" w:lineRule="exact"/>
        <w:ind w:right="-6946"/>
        <w:rPr>
          <w:rFonts w:ascii="MetaPlusLF" w:hAnsi="MetaPlusLF"/>
          <w:sz w:val="20"/>
          <w:szCs w:val="20"/>
          <w:lang w:val="en-US"/>
        </w:rPr>
      </w:pPr>
    </w:p>
    <w:p w14:paraId="7F04655B" w14:textId="66B140DA" w:rsidR="00567A81" w:rsidRPr="0089757D" w:rsidRDefault="00567A81" w:rsidP="00567A81">
      <w:pPr>
        <w:spacing w:after="0" w:line="240" w:lineRule="exact"/>
        <w:ind w:right="-6946"/>
        <w:rPr>
          <w:rFonts w:ascii="MetaPlusLF" w:hAnsi="MetaPlusLF"/>
          <w:sz w:val="20"/>
          <w:szCs w:val="20"/>
          <w:lang w:val="en-US"/>
        </w:rPr>
      </w:pPr>
    </w:p>
    <w:p w14:paraId="3911E182" w14:textId="7E050ACB" w:rsidR="00567A81" w:rsidRPr="0089757D" w:rsidRDefault="00567A81" w:rsidP="00567A81">
      <w:pPr>
        <w:spacing w:after="0" w:line="240" w:lineRule="exact"/>
        <w:ind w:right="-6946"/>
        <w:rPr>
          <w:rFonts w:ascii="MetaPlusLF" w:hAnsi="MetaPlusLF"/>
          <w:sz w:val="20"/>
          <w:szCs w:val="20"/>
          <w:lang w:val="en-US"/>
        </w:rPr>
      </w:pPr>
    </w:p>
    <w:p w14:paraId="227C1465" w14:textId="0D2729E8" w:rsidR="00567A81" w:rsidRPr="0089757D" w:rsidRDefault="00567A81" w:rsidP="00567A81">
      <w:pPr>
        <w:spacing w:after="0" w:line="240" w:lineRule="exact"/>
        <w:ind w:right="-6946"/>
        <w:rPr>
          <w:rFonts w:ascii="MetaPlusLF" w:hAnsi="MetaPlusLF"/>
          <w:sz w:val="20"/>
          <w:szCs w:val="20"/>
          <w:lang w:val="en-US"/>
        </w:rPr>
      </w:pPr>
    </w:p>
    <w:p w14:paraId="327F5A23" w14:textId="5AB1B4AC" w:rsidR="00567A81" w:rsidRPr="0089757D" w:rsidRDefault="00567A81" w:rsidP="00567A81">
      <w:pPr>
        <w:spacing w:after="0" w:line="240" w:lineRule="exact"/>
        <w:ind w:right="-6946"/>
        <w:rPr>
          <w:rFonts w:ascii="MetaPlusLF" w:hAnsi="MetaPlusLF"/>
          <w:sz w:val="20"/>
          <w:szCs w:val="20"/>
          <w:lang w:val="en-US"/>
        </w:rPr>
      </w:pPr>
    </w:p>
    <w:p w14:paraId="6E6D2105" w14:textId="6B98A44A" w:rsidR="00567A81" w:rsidRPr="0089757D" w:rsidRDefault="00567A81" w:rsidP="00567A81">
      <w:pPr>
        <w:spacing w:after="0" w:line="240" w:lineRule="exact"/>
        <w:ind w:right="-6946"/>
        <w:rPr>
          <w:rFonts w:ascii="MetaPlusLF" w:hAnsi="MetaPlusLF"/>
          <w:sz w:val="20"/>
          <w:szCs w:val="20"/>
          <w:lang w:val="en-US"/>
        </w:rPr>
      </w:pPr>
    </w:p>
    <w:p w14:paraId="59E3A53D" w14:textId="77777777" w:rsidR="00567A81" w:rsidRPr="0089757D" w:rsidRDefault="00567A81" w:rsidP="00567A81">
      <w:pPr>
        <w:spacing w:after="0" w:line="240" w:lineRule="exact"/>
        <w:ind w:right="-6946"/>
        <w:rPr>
          <w:rFonts w:ascii="MetaPlusLF" w:hAnsi="MetaPlusLF"/>
          <w:sz w:val="20"/>
          <w:szCs w:val="20"/>
          <w:lang w:val="en-US"/>
        </w:rPr>
      </w:pPr>
    </w:p>
    <w:p w14:paraId="376530F5" w14:textId="7CBCB0FE" w:rsidR="00567A81" w:rsidRPr="0089757D" w:rsidRDefault="00567A81" w:rsidP="00567A81">
      <w:pPr>
        <w:rPr>
          <w:rFonts w:ascii="MetaPlusLF" w:hAnsi="MetaPlusLF"/>
          <w:sz w:val="20"/>
          <w:szCs w:val="20"/>
          <w:lang w:val="en-US"/>
        </w:rPr>
      </w:pPr>
    </w:p>
    <w:sectPr w:rsidR="00567A81" w:rsidRPr="0089757D" w:rsidSect="004A7F33">
      <w:headerReference w:type="default" r:id="rId6"/>
      <w:footerReference w:type="default" r:id="rId7"/>
      <w:pgSz w:w="12240" w:h="15840"/>
      <w:pgMar w:top="4111" w:right="3026" w:bottom="1440" w:left="1134" w:header="709" w:footer="709"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854EDF" w14:textId="77777777" w:rsidR="00340EDB" w:rsidRDefault="00340EDB" w:rsidP="004C583D">
      <w:pPr>
        <w:spacing w:after="0" w:line="240" w:lineRule="auto"/>
      </w:pPr>
      <w:r>
        <w:separator/>
      </w:r>
    </w:p>
  </w:endnote>
  <w:endnote w:type="continuationSeparator" w:id="0">
    <w:p w14:paraId="338091FD" w14:textId="77777777" w:rsidR="00340EDB" w:rsidRDefault="00340EDB" w:rsidP="004C58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etaPlusLF">
    <w:altName w:val="MetaPlusLF"/>
    <w:panose1 w:val="02000503060000020004"/>
    <w:charset w:val="00"/>
    <w:family w:val="auto"/>
    <w:pitch w:val="variable"/>
    <w:sig w:usb0="800002AF" w:usb1="4000204A" w:usb2="00000000" w:usb3="00000000" w:csb0="000000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B846DB" w14:textId="77777777" w:rsidR="00FF3105" w:rsidRDefault="00FF3105">
    <w:pPr>
      <w:pStyle w:val="Pieddepage"/>
    </w:pPr>
    <w:r w:rsidRPr="004D0DD2">
      <w:rPr>
        <w:rFonts w:ascii="MetaPlusLF" w:hAnsi="MetaPlusLF"/>
        <w:noProof/>
        <w:sz w:val="20"/>
        <w:szCs w:val="20"/>
        <w:lang w:eastAsia="fr-CA"/>
      </w:rPr>
      <mc:AlternateContent>
        <mc:Choice Requires="wps">
          <w:drawing>
            <wp:anchor distT="0" distB="0" distL="114300" distR="114300" simplePos="0" relativeHeight="251661312" behindDoc="0" locked="0" layoutInCell="1" allowOverlap="1" wp14:anchorId="5F8DC0D5" wp14:editId="127929EA">
              <wp:simplePos x="0" y="0"/>
              <wp:positionH relativeFrom="column">
                <wp:posOffset>5419725</wp:posOffset>
              </wp:positionH>
              <wp:positionV relativeFrom="paragraph">
                <wp:posOffset>-2002155</wp:posOffset>
              </wp:positionV>
              <wp:extent cx="1419225" cy="1771650"/>
              <wp:effectExtent l="0" t="0" r="0" b="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9225" cy="1771650"/>
                      </a:xfrm>
                      <a:prstGeom prst="rect">
                        <a:avLst/>
                      </a:prstGeom>
                      <a:noFill/>
                      <a:ln w="9525">
                        <a:noFill/>
                        <a:miter lim="800000"/>
                        <a:headEnd/>
                        <a:tailEnd/>
                      </a:ln>
                    </wps:spPr>
                    <wps:txbx>
                      <w:txbxContent>
                        <w:p w14:paraId="31464E48" w14:textId="77777777" w:rsidR="00FF3105" w:rsidRPr="00CE3A9D" w:rsidRDefault="00FF3105" w:rsidP="00FF3105">
                          <w:pPr>
                            <w:tabs>
                              <w:tab w:val="left" w:pos="567"/>
                            </w:tabs>
                            <w:spacing w:after="0" w:line="240" w:lineRule="exact"/>
                            <w:rPr>
                              <w:rFonts w:ascii="MetaPlusLF" w:hAnsi="MetaPlusLF"/>
                              <w:b/>
                              <w:sz w:val="15"/>
                              <w:szCs w:val="15"/>
                            </w:rPr>
                          </w:pPr>
                          <w:r w:rsidRPr="00CE3A9D">
                            <w:rPr>
                              <w:rFonts w:ascii="MetaPlusLF" w:hAnsi="MetaPlusLF"/>
                              <w:b/>
                              <w:sz w:val="15"/>
                              <w:szCs w:val="15"/>
                            </w:rPr>
                            <w:t>Festo Didactic Ltée/Ltd</w:t>
                          </w:r>
                        </w:p>
                        <w:p w14:paraId="7135ED68" w14:textId="77777777" w:rsidR="00FF3105" w:rsidRPr="00CE3A9D" w:rsidRDefault="00FF3105" w:rsidP="00FF3105">
                          <w:pPr>
                            <w:tabs>
                              <w:tab w:val="left" w:pos="567"/>
                            </w:tabs>
                            <w:spacing w:after="0" w:line="240" w:lineRule="exact"/>
                            <w:rPr>
                              <w:rFonts w:ascii="MetaPlusLF" w:hAnsi="MetaPlusLF"/>
                              <w:sz w:val="15"/>
                              <w:szCs w:val="15"/>
                            </w:rPr>
                          </w:pPr>
                        </w:p>
                        <w:p w14:paraId="3CE19309" w14:textId="77777777" w:rsidR="00FF3105" w:rsidRPr="00CE3A9D" w:rsidRDefault="009807AF" w:rsidP="00FF3105">
                          <w:pPr>
                            <w:tabs>
                              <w:tab w:val="left" w:pos="567"/>
                            </w:tabs>
                            <w:spacing w:after="0" w:line="240" w:lineRule="exact"/>
                            <w:rPr>
                              <w:rFonts w:ascii="MetaPlusLF" w:hAnsi="MetaPlusLF"/>
                              <w:sz w:val="15"/>
                              <w:szCs w:val="15"/>
                            </w:rPr>
                          </w:pPr>
                          <w:r>
                            <w:rPr>
                              <w:rFonts w:ascii="MetaPlusLF" w:hAnsi="MetaPlusLF"/>
                              <w:sz w:val="15"/>
                              <w:szCs w:val="15"/>
                            </w:rPr>
                            <w:t>675 rue du</w:t>
                          </w:r>
                          <w:r w:rsidRPr="00CE3A9D">
                            <w:rPr>
                              <w:rFonts w:ascii="MetaPlusLF" w:hAnsi="MetaPlusLF"/>
                              <w:sz w:val="15"/>
                              <w:szCs w:val="15"/>
                            </w:rPr>
                            <w:t xml:space="preserve"> Carbone</w:t>
                          </w:r>
                        </w:p>
                        <w:p w14:paraId="34D29B9C" w14:textId="77777777" w:rsidR="00FF3105" w:rsidRPr="00B60251" w:rsidRDefault="00FF3105" w:rsidP="00FF3105">
                          <w:pPr>
                            <w:tabs>
                              <w:tab w:val="left" w:pos="567"/>
                            </w:tabs>
                            <w:spacing w:after="0" w:line="240" w:lineRule="exact"/>
                            <w:rPr>
                              <w:rFonts w:ascii="MetaPlusLF" w:hAnsi="MetaPlusLF"/>
                              <w:sz w:val="15"/>
                              <w:szCs w:val="15"/>
                              <w:lang w:val="pt-BR"/>
                            </w:rPr>
                          </w:pPr>
                          <w:r w:rsidRPr="00B60251">
                            <w:rPr>
                              <w:rFonts w:ascii="MetaPlusLF" w:hAnsi="MetaPlusLF"/>
                              <w:sz w:val="15"/>
                              <w:szCs w:val="15"/>
                              <w:lang w:val="pt-BR"/>
                            </w:rPr>
                            <w:t>Québec QC  G2N 2K7</w:t>
                          </w:r>
                        </w:p>
                        <w:p w14:paraId="0EA87343" w14:textId="77777777" w:rsidR="00FF3105" w:rsidRPr="00B60251" w:rsidRDefault="00FF3105" w:rsidP="00FF3105">
                          <w:pPr>
                            <w:tabs>
                              <w:tab w:val="left" w:pos="567"/>
                            </w:tabs>
                            <w:spacing w:after="0" w:line="240" w:lineRule="exact"/>
                            <w:rPr>
                              <w:rFonts w:ascii="MetaPlusLF" w:hAnsi="MetaPlusLF"/>
                              <w:sz w:val="15"/>
                              <w:szCs w:val="15"/>
                              <w:lang w:val="pt-BR"/>
                            </w:rPr>
                          </w:pPr>
                          <w:r w:rsidRPr="00B60251">
                            <w:rPr>
                              <w:rFonts w:ascii="MetaPlusLF" w:hAnsi="MetaPlusLF"/>
                              <w:sz w:val="15"/>
                              <w:szCs w:val="15"/>
                              <w:lang w:val="pt-BR"/>
                            </w:rPr>
                            <w:t>Canada</w:t>
                          </w:r>
                        </w:p>
                        <w:p w14:paraId="6F5A7EAB" w14:textId="77777777" w:rsidR="00FF3105" w:rsidRPr="00B60251" w:rsidRDefault="00FF3105" w:rsidP="00FF3105">
                          <w:pPr>
                            <w:tabs>
                              <w:tab w:val="left" w:pos="142"/>
                            </w:tabs>
                            <w:spacing w:after="0" w:line="240" w:lineRule="exact"/>
                            <w:rPr>
                              <w:rFonts w:ascii="MetaPlusLF" w:hAnsi="MetaPlusLF"/>
                              <w:sz w:val="15"/>
                              <w:szCs w:val="15"/>
                              <w:lang w:val="pt-BR"/>
                            </w:rPr>
                          </w:pPr>
                        </w:p>
                        <w:p w14:paraId="7DBA6233" w14:textId="77777777" w:rsidR="00FF3105" w:rsidRPr="00B60251" w:rsidRDefault="00FF3105" w:rsidP="00FF3105">
                          <w:pPr>
                            <w:tabs>
                              <w:tab w:val="left" w:pos="142"/>
                            </w:tabs>
                            <w:spacing w:after="0" w:line="240" w:lineRule="exact"/>
                            <w:rPr>
                              <w:rFonts w:ascii="MetaPlusLF" w:hAnsi="MetaPlusLF"/>
                              <w:sz w:val="15"/>
                              <w:szCs w:val="15"/>
                              <w:lang w:val="pt-BR"/>
                            </w:rPr>
                          </w:pPr>
                          <w:r w:rsidRPr="00B60251">
                            <w:rPr>
                              <w:rFonts w:ascii="MetaPlusLF" w:hAnsi="MetaPlusLF"/>
                              <w:sz w:val="15"/>
                              <w:szCs w:val="15"/>
                              <w:lang w:val="pt-BR"/>
                            </w:rPr>
                            <w:t>T.</w:t>
                          </w:r>
                          <w:r w:rsidRPr="00B60251">
                            <w:rPr>
                              <w:rFonts w:ascii="MetaPlusLF" w:hAnsi="MetaPlusLF"/>
                              <w:sz w:val="15"/>
                              <w:szCs w:val="15"/>
                              <w:lang w:val="pt-BR"/>
                            </w:rPr>
                            <w:tab/>
                            <w:t>+1-418-849-1000</w:t>
                          </w:r>
                        </w:p>
                        <w:p w14:paraId="725636EF" w14:textId="77777777" w:rsidR="00FF3105" w:rsidRPr="00B60251" w:rsidRDefault="00FF3105" w:rsidP="00FF3105">
                          <w:pPr>
                            <w:tabs>
                              <w:tab w:val="left" w:pos="142"/>
                            </w:tabs>
                            <w:spacing w:after="0" w:line="240" w:lineRule="exact"/>
                            <w:rPr>
                              <w:rFonts w:ascii="MetaPlusLF" w:hAnsi="MetaPlusLF"/>
                              <w:sz w:val="15"/>
                              <w:szCs w:val="15"/>
                              <w:lang w:val="pt-BR"/>
                            </w:rPr>
                          </w:pPr>
                          <w:r w:rsidRPr="00B60251">
                            <w:rPr>
                              <w:rFonts w:ascii="MetaPlusLF" w:hAnsi="MetaPlusLF"/>
                              <w:sz w:val="15"/>
                              <w:szCs w:val="15"/>
                              <w:lang w:val="pt-BR"/>
                            </w:rPr>
                            <w:tab/>
                            <w:t>+1-800-522-8658</w:t>
                          </w:r>
                        </w:p>
                        <w:p w14:paraId="70866B21" w14:textId="77777777" w:rsidR="00FF3105" w:rsidRPr="00B60251" w:rsidRDefault="00FF3105" w:rsidP="00FF3105">
                          <w:pPr>
                            <w:tabs>
                              <w:tab w:val="left" w:pos="142"/>
                            </w:tabs>
                            <w:spacing w:after="0" w:line="240" w:lineRule="exact"/>
                            <w:rPr>
                              <w:rFonts w:ascii="MetaPlusLF" w:hAnsi="MetaPlusLF"/>
                              <w:sz w:val="15"/>
                              <w:szCs w:val="15"/>
                              <w:lang w:val="pt-BR"/>
                            </w:rPr>
                          </w:pPr>
                          <w:r w:rsidRPr="00B60251">
                            <w:rPr>
                              <w:rFonts w:ascii="MetaPlusLF" w:hAnsi="MetaPlusLF"/>
                              <w:sz w:val="15"/>
                              <w:szCs w:val="15"/>
                              <w:lang w:val="pt-BR"/>
                            </w:rPr>
                            <w:t>F.</w:t>
                          </w:r>
                          <w:r w:rsidRPr="00B60251">
                            <w:rPr>
                              <w:rFonts w:ascii="MetaPlusLF" w:hAnsi="MetaPlusLF"/>
                              <w:sz w:val="15"/>
                              <w:szCs w:val="15"/>
                              <w:lang w:val="pt-BR"/>
                            </w:rPr>
                            <w:tab/>
                            <w:t>+1-418-849-1666</w:t>
                          </w:r>
                        </w:p>
                        <w:p w14:paraId="6FC8B803" w14:textId="0B8511CC" w:rsidR="00FF3105" w:rsidRPr="00B60251" w:rsidRDefault="00D05733" w:rsidP="00FF3105">
                          <w:pPr>
                            <w:tabs>
                              <w:tab w:val="left" w:pos="142"/>
                            </w:tabs>
                            <w:spacing w:after="0" w:line="240" w:lineRule="exact"/>
                            <w:rPr>
                              <w:rFonts w:ascii="MetaPlusLF" w:hAnsi="MetaPlusLF"/>
                              <w:sz w:val="15"/>
                              <w:szCs w:val="15"/>
                              <w:lang w:val="pt-BR"/>
                            </w:rPr>
                          </w:pPr>
                          <w:hyperlink r:id="rId1" w:history="1">
                            <w:r w:rsidR="00B60251" w:rsidRPr="00B60251">
                              <w:rPr>
                                <w:rStyle w:val="Lienhypertexte"/>
                                <w:rFonts w:ascii="MetaPlusLF" w:hAnsi="MetaPlusLF"/>
                                <w:color w:val="000000" w:themeColor="text1"/>
                                <w:sz w:val="15"/>
                                <w:szCs w:val="15"/>
                                <w:u w:val="none"/>
                                <w:lang w:val="pt-BR"/>
                              </w:rPr>
                              <w:t>www.festo-didactic.com</w:t>
                            </w:r>
                          </w:hyperlink>
                        </w:p>
                        <w:p w14:paraId="13FF8359" w14:textId="4B4E7B62" w:rsidR="00B60251" w:rsidRPr="00B60251" w:rsidRDefault="00B60251" w:rsidP="00FF3105">
                          <w:pPr>
                            <w:tabs>
                              <w:tab w:val="left" w:pos="142"/>
                            </w:tabs>
                            <w:spacing w:after="0" w:line="240" w:lineRule="exact"/>
                            <w:rPr>
                              <w:rFonts w:ascii="MetaPlusLF" w:hAnsi="MetaPlusLF"/>
                              <w:sz w:val="15"/>
                              <w:szCs w:val="15"/>
                              <w:lang w:val="pt-BR"/>
                            </w:rPr>
                          </w:pPr>
                          <w:r w:rsidRPr="00B60251">
                            <w:rPr>
                              <w:rFonts w:ascii="MetaPlusLF" w:hAnsi="MetaPlusLF"/>
                              <w:sz w:val="15"/>
                              <w:szCs w:val="15"/>
                              <w:lang w:val="pt-BR"/>
                            </w:rPr>
                            <w:t>s</w:t>
                          </w:r>
                          <w:r>
                            <w:rPr>
                              <w:rFonts w:ascii="MetaPlusLF" w:hAnsi="MetaPlusLF"/>
                              <w:sz w:val="15"/>
                              <w:szCs w:val="15"/>
                              <w:lang w:val="pt-BR"/>
                            </w:rPr>
                            <w:t>ervices.didactic@festo.com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8DC0D5" id="_x0000_t202" coordsize="21600,21600" o:spt="202" path="m,l,21600r21600,l21600,xe">
              <v:stroke joinstyle="miter"/>
              <v:path gradientshapeok="t" o:connecttype="rect"/>
            </v:shapetype>
            <v:shape id="_x0000_s1028" type="#_x0000_t202" style="position:absolute;margin-left:426.75pt;margin-top:-157.65pt;width:111.75pt;height:13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" filled="f" stroked="f">
              <v:textbox>
                <w:txbxContent>
                  <w:p w14:paraId="31464E48" w14:textId="77777777" w:rsidR="00FF3105" w:rsidRPr="00CE3A9D" w:rsidRDefault="00FF3105" w:rsidP="00FF3105">
                    <w:pPr>
                      <w:tabs>
                        <w:tab w:val="left" w:pos="567"/>
                      </w:tabs>
                      <w:spacing w:after="0" w:line="240" w:lineRule="exact"/>
                      <w:rPr>
                        <w:rFonts w:ascii="MetaPlusLF" w:hAnsi="MetaPlusLF"/>
                        <w:b/>
                        <w:sz w:val="15"/>
                        <w:szCs w:val="15"/>
                      </w:rPr>
                    </w:pPr>
                    <w:r w:rsidRPr="00CE3A9D">
                      <w:rPr>
                        <w:rFonts w:ascii="MetaPlusLF" w:hAnsi="MetaPlusLF"/>
                        <w:b/>
                        <w:sz w:val="15"/>
                        <w:szCs w:val="15"/>
                      </w:rPr>
                      <w:t>Festo Didactic Ltée/Ltd</w:t>
                    </w:r>
                  </w:p>
                  <w:p w14:paraId="7135ED68" w14:textId="77777777" w:rsidR="00FF3105" w:rsidRPr="00CE3A9D" w:rsidRDefault="00FF3105" w:rsidP="00FF3105">
                    <w:pPr>
                      <w:tabs>
                        <w:tab w:val="left" w:pos="567"/>
                      </w:tabs>
                      <w:spacing w:after="0" w:line="240" w:lineRule="exact"/>
                      <w:rPr>
                        <w:rFonts w:ascii="MetaPlusLF" w:hAnsi="MetaPlusLF"/>
                        <w:sz w:val="15"/>
                        <w:szCs w:val="15"/>
                      </w:rPr>
                    </w:pPr>
                  </w:p>
                  <w:p w14:paraId="3CE19309" w14:textId="77777777" w:rsidR="00FF3105" w:rsidRPr="00CE3A9D" w:rsidRDefault="009807AF" w:rsidP="00FF3105">
                    <w:pPr>
                      <w:tabs>
                        <w:tab w:val="left" w:pos="567"/>
                      </w:tabs>
                      <w:spacing w:after="0" w:line="240" w:lineRule="exact"/>
                      <w:rPr>
                        <w:rFonts w:ascii="MetaPlusLF" w:hAnsi="MetaPlusLF"/>
                        <w:sz w:val="15"/>
                        <w:szCs w:val="15"/>
                      </w:rPr>
                    </w:pPr>
                    <w:r>
                      <w:rPr>
                        <w:rFonts w:ascii="MetaPlusLF" w:hAnsi="MetaPlusLF"/>
                        <w:sz w:val="15"/>
                        <w:szCs w:val="15"/>
                      </w:rPr>
                      <w:t>675 rue du</w:t>
                    </w:r>
                    <w:r w:rsidRPr="00CE3A9D">
                      <w:rPr>
                        <w:rFonts w:ascii="MetaPlusLF" w:hAnsi="MetaPlusLF"/>
                        <w:sz w:val="15"/>
                        <w:szCs w:val="15"/>
                      </w:rPr>
                      <w:t xml:space="preserve"> Carbone</w:t>
                    </w:r>
                  </w:p>
                  <w:p w14:paraId="34D29B9C" w14:textId="77777777" w:rsidR="00FF3105" w:rsidRPr="00B60251" w:rsidRDefault="00FF3105" w:rsidP="00FF3105">
                    <w:pPr>
                      <w:tabs>
                        <w:tab w:val="left" w:pos="567"/>
                      </w:tabs>
                      <w:spacing w:after="0" w:line="240" w:lineRule="exact"/>
                      <w:rPr>
                        <w:rFonts w:ascii="MetaPlusLF" w:hAnsi="MetaPlusLF"/>
                        <w:sz w:val="15"/>
                        <w:szCs w:val="15"/>
                        <w:lang w:val="pt-BR"/>
                      </w:rPr>
                    </w:pPr>
                    <w:r w:rsidRPr="00B60251">
                      <w:rPr>
                        <w:rFonts w:ascii="MetaPlusLF" w:hAnsi="MetaPlusLF"/>
                        <w:sz w:val="15"/>
                        <w:szCs w:val="15"/>
                        <w:lang w:val="pt-BR"/>
                      </w:rPr>
                      <w:t>Québec QC  G2N 2K7</w:t>
                    </w:r>
                  </w:p>
                  <w:p w14:paraId="0EA87343" w14:textId="77777777" w:rsidR="00FF3105" w:rsidRPr="00B60251" w:rsidRDefault="00FF3105" w:rsidP="00FF3105">
                    <w:pPr>
                      <w:tabs>
                        <w:tab w:val="left" w:pos="567"/>
                      </w:tabs>
                      <w:spacing w:after="0" w:line="240" w:lineRule="exact"/>
                      <w:rPr>
                        <w:rFonts w:ascii="MetaPlusLF" w:hAnsi="MetaPlusLF"/>
                        <w:sz w:val="15"/>
                        <w:szCs w:val="15"/>
                        <w:lang w:val="pt-BR"/>
                      </w:rPr>
                    </w:pPr>
                    <w:r w:rsidRPr="00B60251">
                      <w:rPr>
                        <w:rFonts w:ascii="MetaPlusLF" w:hAnsi="MetaPlusLF"/>
                        <w:sz w:val="15"/>
                        <w:szCs w:val="15"/>
                        <w:lang w:val="pt-BR"/>
                      </w:rPr>
                      <w:t>Canada</w:t>
                    </w:r>
                  </w:p>
                  <w:p w14:paraId="6F5A7EAB" w14:textId="77777777" w:rsidR="00FF3105" w:rsidRPr="00B60251" w:rsidRDefault="00FF3105" w:rsidP="00FF3105">
                    <w:pPr>
                      <w:tabs>
                        <w:tab w:val="left" w:pos="142"/>
                      </w:tabs>
                      <w:spacing w:after="0" w:line="240" w:lineRule="exact"/>
                      <w:rPr>
                        <w:rFonts w:ascii="MetaPlusLF" w:hAnsi="MetaPlusLF"/>
                        <w:sz w:val="15"/>
                        <w:szCs w:val="15"/>
                        <w:lang w:val="pt-BR"/>
                      </w:rPr>
                    </w:pPr>
                  </w:p>
                  <w:p w14:paraId="7DBA6233" w14:textId="77777777" w:rsidR="00FF3105" w:rsidRPr="00B60251" w:rsidRDefault="00FF3105" w:rsidP="00FF3105">
                    <w:pPr>
                      <w:tabs>
                        <w:tab w:val="left" w:pos="142"/>
                      </w:tabs>
                      <w:spacing w:after="0" w:line="240" w:lineRule="exact"/>
                      <w:rPr>
                        <w:rFonts w:ascii="MetaPlusLF" w:hAnsi="MetaPlusLF"/>
                        <w:sz w:val="15"/>
                        <w:szCs w:val="15"/>
                        <w:lang w:val="pt-BR"/>
                      </w:rPr>
                    </w:pPr>
                    <w:r w:rsidRPr="00B60251">
                      <w:rPr>
                        <w:rFonts w:ascii="MetaPlusLF" w:hAnsi="MetaPlusLF"/>
                        <w:sz w:val="15"/>
                        <w:szCs w:val="15"/>
                        <w:lang w:val="pt-BR"/>
                      </w:rPr>
                      <w:t>T.</w:t>
                    </w:r>
                    <w:r w:rsidRPr="00B60251">
                      <w:rPr>
                        <w:rFonts w:ascii="MetaPlusLF" w:hAnsi="MetaPlusLF"/>
                        <w:sz w:val="15"/>
                        <w:szCs w:val="15"/>
                        <w:lang w:val="pt-BR"/>
                      </w:rPr>
                      <w:tab/>
                      <w:t>+1-418-849-1000</w:t>
                    </w:r>
                  </w:p>
                  <w:p w14:paraId="725636EF" w14:textId="77777777" w:rsidR="00FF3105" w:rsidRPr="00B60251" w:rsidRDefault="00FF3105" w:rsidP="00FF3105">
                    <w:pPr>
                      <w:tabs>
                        <w:tab w:val="left" w:pos="142"/>
                      </w:tabs>
                      <w:spacing w:after="0" w:line="240" w:lineRule="exact"/>
                      <w:rPr>
                        <w:rFonts w:ascii="MetaPlusLF" w:hAnsi="MetaPlusLF"/>
                        <w:sz w:val="15"/>
                        <w:szCs w:val="15"/>
                        <w:lang w:val="pt-BR"/>
                      </w:rPr>
                    </w:pPr>
                    <w:r w:rsidRPr="00B60251">
                      <w:rPr>
                        <w:rFonts w:ascii="MetaPlusLF" w:hAnsi="MetaPlusLF"/>
                        <w:sz w:val="15"/>
                        <w:szCs w:val="15"/>
                        <w:lang w:val="pt-BR"/>
                      </w:rPr>
                      <w:tab/>
                      <w:t>+1-800-522-8658</w:t>
                    </w:r>
                  </w:p>
                  <w:p w14:paraId="70866B21" w14:textId="77777777" w:rsidR="00FF3105" w:rsidRPr="00B60251" w:rsidRDefault="00FF3105" w:rsidP="00FF3105">
                    <w:pPr>
                      <w:tabs>
                        <w:tab w:val="left" w:pos="142"/>
                      </w:tabs>
                      <w:spacing w:after="0" w:line="240" w:lineRule="exact"/>
                      <w:rPr>
                        <w:rFonts w:ascii="MetaPlusLF" w:hAnsi="MetaPlusLF"/>
                        <w:sz w:val="15"/>
                        <w:szCs w:val="15"/>
                        <w:lang w:val="pt-BR"/>
                      </w:rPr>
                    </w:pPr>
                    <w:r w:rsidRPr="00B60251">
                      <w:rPr>
                        <w:rFonts w:ascii="MetaPlusLF" w:hAnsi="MetaPlusLF"/>
                        <w:sz w:val="15"/>
                        <w:szCs w:val="15"/>
                        <w:lang w:val="pt-BR"/>
                      </w:rPr>
                      <w:t>F.</w:t>
                    </w:r>
                    <w:r w:rsidRPr="00B60251">
                      <w:rPr>
                        <w:rFonts w:ascii="MetaPlusLF" w:hAnsi="MetaPlusLF"/>
                        <w:sz w:val="15"/>
                        <w:szCs w:val="15"/>
                        <w:lang w:val="pt-BR"/>
                      </w:rPr>
                      <w:tab/>
                      <w:t>+1-418-849-1666</w:t>
                    </w:r>
                  </w:p>
                  <w:p w14:paraId="6FC8B803" w14:textId="0B8511CC" w:rsidR="00FF3105" w:rsidRPr="00B60251" w:rsidRDefault="00D05733" w:rsidP="00FF3105">
                    <w:pPr>
                      <w:tabs>
                        <w:tab w:val="left" w:pos="142"/>
                      </w:tabs>
                      <w:spacing w:after="0" w:line="240" w:lineRule="exact"/>
                      <w:rPr>
                        <w:rFonts w:ascii="MetaPlusLF" w:hAnsi="MetaPlusLF"/>
                        <w:sz w:val="15"/>
                        <w:szCs w:val="15"/>
                        <w:lang w:val="pt-BR"/>
                      </w:rPr>
                    </w:pPr>
                    <w:hyperlink r:id="rId2" w:history="1">
                      <w:r w:rsidR="00B60251" w:rsidRPr="00B60251">
                        <w:rPr>
                          <w:rStyle w:val="Lienhypertexte"/>
                          <w:rFonts w:ascii="MetaPlusLF" w:hAnsi="MetaPlusLF"/>
                          <w:color w:val="000000" w:themeColor="text1"/>
                          <w:sz w:val="15"/>
                          <w:szCs w:val="15"/>
                          <w:u w:val="none"/>
                          <w:lang w:val="pt-BR"/>
                        </w:rPr>
                        <w:t>www.festo-didactic.com</w:t>
                      </w:r>
                    </w:hyperlink>
                  </w:p>
                  <w:p w14:paraId="13FF8359" w14:textId="4B4E7B62" w:rsidR="00B60251" w:rsidRPr="00B60251" w:rsidRDefault="00B60251" w:rsidP="00FF3105">
                    <w:pPr>
                      <w:tabs>
                        <w:tab w:val="left" w:pos="142"/>
                      </w:tabs>
                      <w:spacing w:after="0" w:line="240" w:lineRule="exact"/>
                      <w:rPr>
                        <w:rFonts w:ascii="MetaPlusLF" w:hAnsi="MetaPlusLF"/>
                        <w:sz w:val="15"/>
                        <w:szCs w:val="15"/>
                        <w:lang w:val="pt-BR"/>
                      </w:rPr>
                    </w:pPr>
                    <w:r w:rsidRPr="00B60251">
                      <w:rPr>
                        <w:rFonts w:ascii="MetaPlusLF" w:hAnsi="MetaPlusLF"/>
                        <w:sz w:val="15"/>
                        <w:szCs w:val="15"/>
                        <w:lang w:val="pt-BR"/>
                      </w:rPr>
                      <w:t>s</w:t>
                    </w:r>
                    <w:r>
                      <w:rPr>
                        <w:rFonts w:ascii="MetaPlusLF" w:hAnsi="MetaPlusLF"/>
                        <w:sz w:val="15"/>
                        <w:szCs w:val="15"/>
                        <w:lang w:val="pt-BR"/>
                      </w:rPr>
                      <w:t>ervices.didactic@festo.com</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49CA75" w14:textId="77777777" w:rsidR="00340EDB" w:rsidRDefault="00340EDB" w:rsidP="004C583D">
      <w:pPr>
        <w:spacing w:after="0" w:line="240" w:lineRule="auto"/>
      </w:pPr>
      <w:r>
        <w:separator/>
      </w:r>
    </w:p>
  </w:footnote>
  <w:footnote w:type="continuationSeparator" w:id="0">
    <w:p w14:paraId="4ABBA169" w14:textId="77777777" w:rsidR="00340EDB" w:rsidRDefault="00340EDB" w:rsidP="004C58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54FB16" w14:textId="23D13DAA" w:rsidR="004C583D" w:rsidRPr="004C583D" w:rsidRDefault="00567A81" w:rsidP="004C583D">
    <w:pPr>
      <w:pStyle w:val="En-tte"/>
    </w:pPr>
    <w:r w:rsidRPr="004D0DD2">
      <w:rPr>
        <w:rFonts w:ascii="MetaPlusLF" w:hAnsi="MetaPlusLF"/>
        <w:noProof/>
        <w:sz w:val="20"/>
        <w:szCs w:val="20"/>
        <w:lang w:eastAsia="fr-CA"/>
      </w:rPr>
      <mc:AlternateContent>
        <mc:Choice Requires="wps">
          <w:drawing>
            <wp:anchor distT="0" distB="0" distL="114300" distR="114300" simplePos="0" relativeHeight="251659264" behindDoc="0" locked="0" layoutInCell="1" allowOverlap="1" wp14:anchorId="765BFE14" wp14:editId="07C82F8B">
              <wp:simplePos x="0" y="0"/>
              <wp:positionH relativeFrom="column">
                <wp:posOffset>5450205</wp:posOffset>
              </wp:positionH>
              <wp:positionV relativeFrom="paragraph">
                <wp:posOffset>2159635</wp:posOffset>
              </wp:positionV>
              <wp:extent cx="1419225" cy="75247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9225" cy="752475"/>
                      </a:xfrm>
                      <a:prstGeom prst="rect">
                        <a:avLst/>
                      </a:prstGeom>
                      <a:noFill/>
                      <a:ln w="9525">
                        <a:noFill/>
                        <a:miter lim="800000"/>
                        <a:headEnd/>
                        <a:tailEnd/>
                      </a:ln>
                    </wps:spPr>
                    <wps:txbx>
                      <w:txbxContent>
                        <w:p w14:paraId="29813A35" w14:textId="0F1FE059" w:rsidR="00B60251" w:rsidRPr="00B60251" w:rsidRDefault="00B60251" w:rsidP="00D2511E">
                          <w:pPr>
                            <w:tabs>
                              <w:tab w:val="left" w:pos="567"/>
                            </w:tabs>
                            <w:spacing w:after="0" w:line="240" w:lineRule="auto"/>
                            <w:rPr>
                              <w:rFonts w:ascii="MetaPlusLF" w:hAnsi="MetaPlusLF"/>
                              <w:b/>
                              <w:bCs/>
                              <w:sz w:val="15"/>
                              <w:szCs w:val="15"/>
                              <w:lang w:val="en-US"/>
                            </w:rPr>
                          </w:pPr>
                          <w:r w:rsidRPr="00B60251">
                            <w:rPr>
                              <w:rFonts w:ascii="MetaPlusLF" w:hAnsi="MetaPlusLF"/>
                              <w:b/>
                              <w:bCs/>
                              <w:sz w:val="15"/>
                              <w:szCs w:val="15"/>
                              <w:lang w:val="en-US"/>
                            </w:rPr>
                            <w:t xml:space="preserve">Product Fix Information </w:t>
                          </w:r>
                        </w:p>
                        <w:p w14:paraId="4BBB16E2" w14:textId="77777777" w:rsidR="00B60251" w:rsidRPr="00B60251" w:rsidRDefault="00B60251" w:rsidP="00D2511E">
                          <w:pPr>
                            <w:tabs>
                              <w:tab w:val="left" w:pos="567"/>
                            </w:tabs>
                            <w:spacing w:after="0" w:line="240" w:lineRule="auto"/>
                            <w:rPr>
                              <w:rFonts w:ascii="MetaPlusLF" w:hAnsi="MetaPlusLF"/>
                              <w:sz w:val="15"/>
                              <w:szCs w:val="15"/>
                              <w:lang w:val="en-US"/>
                            </w:rPr>
                          </w:pPr>
                        </w:p>
                        <w:p w14:paraId="10543C78" w14:textId="5DA2DB12" w:rsidR="00A27EDE" w:rsidRPr="00B60251" w:rsidRDefault="00B60251" w:rsidP="00D2511E">
                          <w:pPr>
                            <w:tabs>
                              <w:tab w:val="left" w:pos="567"/>
                            </w:tabs>
                            <w:spacing w:after="0" w:line="240" w:lineRule="auto"/>
                            <w:rPr>
                              <w:rFonts w:ascii="MetaPlusLF" w:hAnsi="MetaPlusLF"/>
                              <w:sz w:val="15"/>
                              <w:szCs w:val="15"/>
                              <w:lang w:val="en-US"/>
                            </w:rPr>
                          </w:pPr>
                          <w:r w:rsidRPr="00B60251">
                            <w:rPr>
                              <w:rFonts w:ascii="MetaPlusLF" w:hAnsi="MetaPlusLF"/>
                              <w:sz w:val="15"/>
                              <w:szCs w:val="15"/>
                              <w:lang w:val="en-US"/>
                            </w:rPr>
                            <w:t>Last upd</w:t>
                          </w:r>
                          <w:r w:rsidR="00A27EDE" w:rsidRPr="00B60251">
                            <w:rPr>
                              <w:rFonts w:ascii="MetaPlusLF" w:hAnsi="MetaPlusLF"/>
                              <w:sz w:val="15"/>
                              <w:szCs w:val="15"/>
                              <w:lang w:val="en-US"/>
                            </w:rPr>
                            <w:t>ate</w:t>
                          </w:r>
                          <w:r w:rsidRPr="00B60251">
                            <w:rPr>
                              <w:rFonts w:ascii="MetaPlusLF" w:hAnsi="MetaPlusLF"/>
                              <w:sz w:val="15"/>
                              <w:szCs w:val="15"/>
                              <w:lang w:val="en-US"/>
                            </w:rPr>
                            <w:t>:</w:t>
                          </w:r>
                        </w:p>
                        <w:p w14:paraId="0AA093E0" w14:textId="1A2E5CB7" w:rsidR="00A27EDE" w:rsidRDefault="00A27EDE" w:rsidP="00A27EDE">
                          <w:pPr>
                            <w:tabs>
                              <w:tab w:val="left" w:pos="567"/>
                            </w:tabs>
                            <w:spacing w:after="0" w:line="240" w:lineRule="auto"/>
                            <w:rPr>
                              <w:rFonts w:ascii="MetaPlusLF" w:hAnsi="MetaPlusLF"/>
                              <w:sz w:val="20"/>
                              <w:szCs w:val="20"/>
                              <w:lang w:val="en-CA"/>
                            </w:rPr>
                          </w:pPr>
                          <w:r>
                            <w:rPr>
                              <w:rFonts w:ascii="MetaPlusLF" w:hAnsi="MetaPlusLF"/>
                              <w:sz w:val="20"/>
                              <w:szCs w:val="20"/>
                              <w:lang w:val="en-CA"/>
                            </w:rPr>
                            <w:fldChar w:fldCharType="begin"/>
                          </w:r>
                          <w:r>
                            <w:rPr>
                              <w:rFonts w:ascii="MetaPlusLF" w:hAnsi="MetaPlusLF"/>
                              <w:sz w:val="20"/>
                              <w:szCs w:val="20"/>
                              <w:lang w:val="en-CA"/>
                            </w:rPr>
                            <w:instrText xml:space="preserve"> DATE  \@ "yyyy-MM-dd"  \* MERGEFORMAT </w:instrText>
                          </w:r>
                          <w:r>
                            <w:rPr>
                              <w:rFonts w:ascii="MetaPlusLF" w:hAnsi="MetaPlusLF"/>
                              <w:sz w:val="20"/>
                              <w:szCs w:val="20"/>
                              <w:lang w:val="en-CA"/>
                            </w:rPr>
                            <w:fldChar w:fldCharType="separate"/>
                          </w:r>
                          <w:r w:rsidR="00D05733">
                            <w:rPr>
                              <w:rFonts w:ascii="MetaPlusLF" w:hAnsi="MetaPlusLF"/>
                              <w:noProof/>
                              <w:sz w:val="20"/>
                              <w:szCs w:val="20"/>
                              <w:lang w:val="en-CA"/>
                            </w:rPr>
                            <w:t>2021-05-10</w:t>
                          </w:r>
                          <w:r>
                            <w:rPr>
                              <w:rFonts w:ascii="MetaPlusLF" w:hAnsi="MetaPlusLF"/>
                              <w:sz w:val="20"/>
                              <w:szCs w:val="20"/>
                              <w:lang w:val="en-CA"/>
                            </w:rPr>
                            <w:fldChar w:fldCharType="end"/>
                          </w:r>
                        </w:p>
                        <w:p w14:paraId="4D55A867" w14:textId="77777777" w:rsidR="00A27EDE" w:rsidRDefault="00A27EDE" w:rsidP="00A27EDE">
                          <w:pPr>
                            <w:tabs>
                              <w:tab w:val="left" w:pos="567"/>
                            </w:tabs>
                            <w:spacing w:after="0" w:line="240" w:lineRule="auto"/>
                            <w:rPr>
                              <w:rFonts w:ascii="MetaPlusLF" w:hAnsi="MetaPlusLF"/>
                              <w:sz w:val="20"/>
                              <w:szCs w:val="20"/>
                              <w:lang w:val="en-CA"/>
                            </w:rPr>
                          </w:pPr>
                        </w:p>
                        <w:p w14:paraId="6A2A61D0" w14:textId="77777777" w:rsidR="00A27EDE" w:rsidRDefault="00A27EDE" w:rsidP="00A27EDE">
                          <w:pPr>
                            <w:tabs>
                              <w:tab w:val="left" w:pos="567"/>
                            </w:tabs>
                            <w:spacing w:after="0" w:line="240" w:lineRule="auto"/>
                            <w:rPr>
                              <w:rFonts w:ascii="MetaPlusLF" w:hAnsi="MetaPlusLF"/>
                              <w:sz w:val="20"/>
                              <w:szCs w:val="20"/>
                              <w:lang w:val="en-CA"/>
                            </w:rPr>
                          </w:pPr>
                        </w:p>
                        <w:p w14:paraId="76F76610" w14:textId="77777777" w:rsidR="00A27EDE" w:rsidRDefault="00A27EDE" w:rsidP="00A27EDE">
                          <w:pPr>
                            <w:tabs>
                              <w:tab w:val="left" w:pos="567"/>
                            </w:tabs>
                            <w:spacing w:after="0" w:line="240" w:lineRule="auto"/>
                            <w:rPr>
                              <w:rFonts w:ascii="MetaPlusLF" w:hAnsi="MetaPlusLF"/>
                              <w:sz w:val="20"/>
                              <w:szCs w:val="20"/>
                              <w:lang w:val="en-CA"/>
                            </w:rPr>
                          </w:pPr>
                        </w:p>
                        <w:p w14:paraId="0C137D89" w14:textId="77777777" w:rsidR="00A27EDE" w:rsidRDefault="00A27EDE" w:rsidP="00A27EDE">
                          <w:pPr>
                            <w:tabs>
                              <w:tab w:val="left" w:pos="567"/>
                            </w:tabs>
                            <w:spacing w:after="0" w:line="240" w:lineRule="auto"/>
                            <w:rPr>
                              <w:rFonts w:ascii="MetaPlusLF" w:hAnsi="MetaPlusLF"/>
                              <w:sz w:val="20"/>
                              <w:szCs w:val="20"/>
                              <w:lang w:val="en-CA"/>
                            </w:rPr>
                          </w:pPr>
                        </w:p>
                        <w:p w14:paraId="62C39ED9" w14:textId="77777777" w:rsidR="00A27EDE" w:rsidRDefault="00A27EDE" w:rsidP="00A27EDE">
                          <w:pPr>
                            <w:tabs>
                              <w:tab w:val="left" w:pos="567"/>
                            </w:tabs>
                            <w:spacing w:after="0" w:line="240" w:lineRule="auto"/>
                            <w:rPr>
                              <w:rFonts w:ascii="MetaPlusLF" w:hAnsi="MetaPlusLF"/>
                              <w:sz w:val="20"/>
                              <w:szCs w:val="20"/>
                              <w:lang w:val="en-CA"/>
                            </w:rPr>
                          </w:pPr>
                        </w:p>
                        <w:p w14:paraId="05B1DFE0" w14:textId="77777777" w:rsidR="00A27EDE" w:rsidRDefault="00A27EDE" w:rsidP="00A27EDE">
                          <w:pPr>
                            <w:tabs>
                              <w:tab w:val="left" w:pos="567"/>
                            </w:tabs>
                            <w:spacing w:after="0" w:line="240" w:lineRule="auto"/>
                            <w:rPr>
                              <w:rFonts w:ascii="MetaPlusLF" w:hAnsi="MetaPlusLF"/>
                              <w:sz w:val="20"/>
                              <w:szCs w:val="20"/>
                              <w:lang w:val="en-CA"/>
                            </w:rPr>
                          </w:pPr>
                        </w:p>
                        <w:p w14:paraId="13E63D37" w14:textId="77777777" w:rsidR="00A27EDE" w:rsidRPr="00B60251" w:rsidRDefault="00A27EDE" w:rsidP="00A27EDE">
                          <w:pPr>
                            <w:tabs>
                              <w:tab w:val="left" w:pos="567"/>
                            </w:tabs>
                            <w:spacing w:after="0" w:line="240" w:lineRule="exact"/>
                            <w:rPr>
                              <w:rFonts w:ascii="MetaPlusLF" w:hAnsi="MetaPlusLF"/>
                              <w:b/>
                              <w:sz w:val="16"/>
                              <w:szCs w:val="16"/>
                              <w:lang w:val="en-US"/>
                            </w:rPr>
                          </w:pPr>
                        </w:p>
                        <w:p w14:paraId="02C71A3C" w14:textId="77777777" w:rsidR="00A27EDE" w:rsidRPr="00B60251" w:rsidRDefault="00A27EDE" w:rsidP="00A27EDE">
                          <w:pPr>
                            <w:tabs>
                              <w:tab w:val="left" w:pos="567"/>
                            </w:tabs>
                            <w:spacing w:after="0" w:line="240" w:lineRule="exact"/>
                            <w:rPr>
                              <w:rFonts w:ascii="MetaPlusLF" w:hAnsi="MetaPlusLF"/>
                              <w:b/>
                              <w:sz w:val="16"/>
                              <w:szCs w:val="16"/>
                              <w:lang w:val="en-US"/>
                            </w:rPr>
                          </w:pPr>
                        </w:p>
                        <w:p w14:paraId="2B462C91" w14:textId="77777777" w:rsidR="00A27EDE" w:rsidRPr="00B60251" w:rsidRDefault="00A27EDE" w:rsidP="00A27EDE">
                          <w:pPr>
                            <w:tabs>
                              <w:tab w:val="left" w:pos="567"/>
                            </w:tabs>
                            <w:spacing w:after="0" w:line="240" w:lineRule="exact"/>
                            <w:rPr>
                              <w:rFonts w:ascii="MetaPlusLF" w:hAnsi="MetaPlusLF"/>
                              <w:b/>
                              <w:sz w:val="16"/>
                              <w:szCs w:val="16"/>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5BFE14" id="_x0000_t202" coordsize="21600,21600" o:spt="202" path="m,l,21600r21600,l21600,xe">
              <v:stroke joinstyle="miter"/>
              <v:path gradientshapeok="t" o:connecttype="rect"/>
            </v:shapetype>
            <v:shape id="_x0000_s1027" type="#_x0000_t202" style="position:absolute;margin-left:429.15pt;margin-top:170.05pt;width:111.75pt;height:5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" filled="f" stroked="f">
              <v:textbox>
                <w:txbxContent>
                  <w:p w14:paraId="29813A35" w14:textId="0F1FE059" w:rsidR="00B60251" w:rsidRPr="00B60251" w:rsidRDefault="00B60251" w:rsidP="00D2511E">
                    <w:pPr>
                      <w:tabs>
                        <w:tab w:val="left" w:pos="567"/>
                      </w:tabs>
                      <w:spacing w:after="0" w:line="240" w:lineRule="auto"/>
                      <w:rPr>
                        <w:rFonts w:ascii="MetaPlusLF" w:hAnsi="MetaPlusLF"/>
                        <w:b/>
                        <w:bCs/>
                        <w:sz w:val="15"/>
                        <w:szCs w:val="15"/>
                        <w:lang w:val="en-US"/>
                      </w:rPr>
                    </w:pPr>
                    <w:r w:rsidRPr="00B60251">
                      <w:rPr>
                        <w:rFonts w:ascii="MetaPlusLF" w:hAnsi="MetaPlusLF"/>
                        <w:b/>
                        <w:bCs/>
                        <w:sz w:val="15"/>
                        <w:szCs w:val="15"/>
                        <w:lang w:val="en-US"/>
                      </w:rPr>
                      <w:t xml:space="preserve">Product Fix Information </w:t>
                    </w:r>
                  </w:p>
                  <w:p w14:paraId="4BBB16E2" w14:textId="77777777" w:rsidR="00B60251" w:rsidRPr="00B60251" w:rsidRDefault="00B60251" w:rsidP="00D2511E">
                    <w:pPr>
                      <w:tabs>
                        <w:tab w:val="left" w:pos="567"/>
                      </w:tabs>
                      <w:spacing w:after="0" w:line="240" w:lineRule="auto"/>
                      <w:rPr>
                        <w:rFonts w:ascii="MetaPlusLF" w:hAnsi="MetaPlusLF"/>
                        <w:sz w:val="15"/>
                        <w:szCs w:val="15"/>
                        <w:lang w:val="en-US"/>
                      </w:rPr>
                    </w:pPr>
                  </w:p>
                  <w:p w14:paraId="10543C78" w14:textId="5DA2DB12" w:rsidR="00A27EDE" w:rsidRPr="00B60251" w:rsidRDefault="00B60251" w:rsidP="00D2511E">
                    <w:pPr>
                      <w:tabs>
                        <w:tab w:val="left" w:pos="567"/>
                      </w:tabs>
                      <w:spacing w:after="0" w:line="240" w:lineRule="auto"/>
                      <w:rPr>
                        <w:rFonts w:ascii="MetaPlusLF" w:hAnsi="MetaPlusLF"/>
                        <w:sz w:val="15"/>
                        <w:szCs w:val="15"/>
                        <w:lang w:val="en-US"/>
                      </w:rPr>
                    </w:pPr>
                    <w:r w:rsidRPr="00B60251">
                      <w:rPr>
                        <w:rFonts w:ascii="MetaPlusLF" w:hAnsi="MetaPlusLF"/>
                        <w:sz w:val="15"/>
                        <w:szCs w:val="15"/>
                        <w:lang w:val="en-US"/>
                      </w:rPr>
                      <w:t>Last upd</w:t>
                    </w:r>
                    <w:r w:rsidR="00A27EDE" w:rsidRPr="00B60251">
                      <w:rPr>
                        <w:rFonts w:ascii="MetaPlusLF" w:hAnsi="MetaPlusLF"/>
                        <w:sz w:val="15"/>
                        <w:szCs w:val="15"/>
                        <w:lang w:val="en-US"/>
                      </w:rPr>
                      <w:t>ate</w:t>
                    </w:r>
                    <w:r w:rsidRPr="00B60251">
                      <w:rPr>
                        <w:rFonts w:ascii="MetaPlusLF" w:hAnsi="MetaPlusLF"/>
                        <w:sz w:val="15"/>
                        <w:szCs w:val="15"/>
                        <w:lang w:val="en-US"/>
                      </w:rPr>
                      <w:t>:</w:t>
                    </w:r>
                  </w:p>
                  <w:p w14:paraId="0AA093E0" w14:textId="1A2E5CB7" w:rsidR="00A27EDE" w:rsidRDefault="00A27EDE" w:rsidP="00A27EDE">
                    <w:pPr>
                      <w:tabs>
                        <w:tab w:val="left" w:pos="567"/>
                      </w:tabs>
                      <w:spacing w:after="0" w:line="240" w:lineRule="auto"/>
                      <w:rPr>
                        <w:rFonts w:ascii="MetaPlusLF" w:hAnsi="MetaPlusLF"/>
                        <w:sz w:val="20"/>
                        <w:szCs w:val="20"/>
                        <w:lang w:val="en-CA"/>
                      </w:rPr>
                    </w:pPr>
                    <w:r>
                      <w:rPr>
                        <w:rFonts w:ascii="MetaPlusLF" w:hAnsi="MetaPlusLF"/>
                        <w:sz w:val="20"/>
                        <w:szCs w:val="20"/>
                        <w:lang w:val="en-CA"/>
                      </w:rPr>
                      <w:fldChar w:fldCharType="begin"/>
                    </w:r>
                    <w:r>
                      <w:rPr>
                        <w:rFonts w:ascii="MetaPlusLF" w:hAnsi="MetaPlusLF"/>
                        <w:sz w:val="20"/>
                        <w:szCs w:val="20"/>
                        <w:lang w:val="en-CA"/>
                      </w:rPr>
                      <w:instrText xml:space="preserve"> DATE  \@ "yyyy-MM-dd"  \* MERGEFORMAT </w:instrText>
                    </w:r>
                    <w:r>
                      <w:rPr>
                        <w:rFonts w:ascii="MetaPlusLF" w:hAnsi="MetaPlusLF"/>
                        <w:sz w:val="20"/>
                        <w:szCs w:val="20"/>
                        <w:lang w:val="en-CA"/>
                      </w:rPr>
                      <w:fldChar w:fldCharType="separate"/>
                    </w:r>
                    <w:r w:rsidR="00D05733">
                      <w:rPr>
                        <w:rFonts w:ascii="MetaPlusLF" w:hAnsi="MetaPlusLF"/>
                        <w:noProof/>
                        <w:sz w:val="20"/>
                        <w:szCs w:val="20"/>
                        <w:lang w:val="en-CA"/>
                      </w:rPr>
                      <w:t>2021-05-10</w:t>
                    </w:r>
                    <w:r>
                      <w:rPr>
                        <w:rFonts w:ascii="MetaPlusLF" w:hAnsi="MetaPlusLF"/>
                        <w:sz w:val="20"/>
                        <w:szCs w:val="20"/>
                        <w:lang w:val="en-CA"/>
                      </w:rPr>
                      <w:fldChar w:fldCharType="end"/>
                    </w:r>
                  </w:p>
                  <w:p w14:paraId="4D55A867" w14:textId="77777777" w:rsidR="00A27EDE" w:rsidRDefault="00A27EDE" w:rsidP="00A27EDE">
                    <w:pPr>
                      <w:tabs>
                        <w:tab w:val="left" w:pos="567"/>
                      </w:tabs>
                      <w:spacing w:after="0" w:line="240" w:lineRule="auto"/>
                      <w:rPr>
                        <w:rFonts w:ascii="MetaPlusLF" w:hAnsi="MetaPlusLF"/>
                        <w:sz w:val="20"/>
                        <w:szCs w:val="20"/>
                        <w:lang w:val="en-CA"/>
                      </w:rPr>
                    </w:pPr>
                  </w:p>
                  <w:p w14:paraId="6A2A61D0" w14:textId="77777777" w:rsidR="00A27EDE" w:rsidRDefault="00A27EDE" w:rsidP="00A27EDE">
                    <w:pPr>
                      <w:tabs>
                        <w:tab w:val="left" w:pos="567"/>
                      </w:tabs>
                      <w:spacing w:after="0" w:line="240" w:lineRule="auto"/>
                      <w:rPr>
                        <w:rFonts w:ascii="MetaPlusLF" w:hAnsi="MetaPlusLF"/>
                        <w:sz w:val="20"/>
                        <w:szCs w:val="20"/>
                        <w:lang w:val="en-CA"/>
                      </w:rPr>
                    </w:pPr>
                  </w:p>
                  <w:p w14:paraId="76F76610" w14:textId="77777777" w:rsidR="00A27EDE" w:rsidRDefault="00A27EDE" w:rsidP="00A27EDE">
                    <w:pPr>
                      <w:tabs>
                        <w:tab w:val="left" w:pos="567"/>
                      </w:tabs>
                      <w:spacing w:after="0" w:line="240" w:lineRule="auto"/>
                      <w:rPr>
                        <w:rFonts w:ascii="MetaPlusLF" w:hAnsi="MetaPlusLF"/>
                        <w:sz w:val="20"/>
                        <w:szCs w:val="20"/>
                        <w:lang w:val="en-CA"/>
                      </w:rPr>
                    </w:pPr>
                  </w:p>
                  <w:p w14:paraId="0C137D89" w14:textId="77777777" w:rsidR="00A27EDE" w:rsidRDefault="00A27EDE" w:rsidP="00A27EDE">
                    <w:pPr>
                      <w:tabs>
                        <w:tab w:val="left" w:pos="567"/>
                      </w:tabs>
                      <w:spacing w:after="0" w:line="240" w:lineRule="auto"/>
                      <w:rPr>
                        <w:rFonts w:ascii="MetaPlusLF" w:hAnsi="MetaPlusLF"/>
                        <w:sz w:val="20"/>
                        <w:szCs w:val="20"/>
                        <w:lang w:val="en-CA"/>
                      </w:rPr>
                    </w:pPr>
                  </w:p>
                  <w:p w14:paraId="62C39ED9" w14:textId="77777777" w:rsidR="00A27EDE" w:rsidRDefault="00A27EDE" w:rsidP="00A27EDE">
                    <w:pPr>
                      <w:tabs>
                        <w:tab w:val="left" w:pos="567"/>
                      </w:tabs>
                      <w:spacing w:after="0" w:line="240" w:lineRule="auto"/>
                      <w:rPr>
                        <w:rFonts w:ascii="MetaPlusLF" w:hAnsi="MetaPlusLF"/>
                        <w:sz w:val="20"/>
                        <w:szCs w:val="20"/>
                        <w:lang w:val="en-CA"/>
                      </w:rPr>
                    </w:pPr>
                  </w:p>
                  <w:p w14:paraId="05B1DFE0" w14:textId="77777777" w:rsidR="00A27EDE" w:rsidRDefault="00A27EDE" w:rsidP="00A27EDE">
                    <w:pPr>
                      <w:tabs>
                        <w:tab w:val="left" w:pos="567"/>
                      </w:tabs>
                      <w:spacing w:after="0" w:line="240" w:lineRule="auto"/>
                      <w:rPr>
                        <w:rFonts w:ascii="MetaPlusLF" w:hAnsi="MetaPlusLF"/>
                        <w:sz w:val="20"/>
                        <w:szCs w:val="20"/>
                        <w:lang w:val="en-CA"/>
                      </w:rPr>
                    </w:pPr>
                  </w:p>
                  <w:p w14:paraId="13E63D37" w14:textId="77777777" w:rsidR="00A27EDE" w:rsidRPr="00B60251" w:rsidRDefault="00A27EDE" w:rsidP="00A27EDE">
                    <w:pPr>
                      <w:tabs>
                        <w:tab w:val="left" w:pos="567"/>
                      </w:tabs>
                      <w:spacing w:after="0" w:line="240" w:lineRule="exact"/>
                      <w:rPr>
                        <w:rFonts w:ascii="MetaPlusLF" w:hAnsi="MetaPlusLF"/>
                        <w:b/>
                        <w:sz w:val="16"/>
                        <w:szCs w:val="16"/>
                        <w:lang w:val="en-US"/>
                      </w:rPr>
                    </w:pPr>
                  </w:p>
                  <w:p w14:paraId="02C71A3C" w14:textId="77777777" w:rsidR="00A27EDE" w:rsidRPr="00B60251" w:rsidRDefault="00A27EDE" w:rsidP="00A27EDE">
                    <w:pPr>
                      <w:tabs>
                        <w:tab w:val="left" w:pos="567"/>
                      </w:tabs>
                      <w:spacing w:after="0" w:line="240" w:lineRule="exact"/>
                      <w:rPr>
                        <w:rFonts w:ascii="MetaPlusLF" w:hAnsi="MetaPlusLF"/>
                        <w:b/>
                        <w:sz w:val="16"/>
                        <w:szCs w:val="16"/>
                        <w:lang w:val="en-US"/>
                      </w:rPr>
                    </w:pPr>
                  </w:p>
                  <w:p w14:paraId="2B462C91" w14:textId="77777777" w:rsidR="00A27EDE" w:rsidRPr="00B60251" w:rsidRDefault="00A27EDE" w:rsidP="00A27EDE">
                    <w:pPr>
                      <w:tabs>
                        <w:tab w:val="left" w:pos="567"/>
                      </w:tabs>
                      <w:spacing w:after="0" w:line="240" w:lineRule="exact"/>
                      <w:rPr>
                        <w:rFonts w:ascii="MetaPlusLF" w:hAnsi="MetaPlusLF"/>
                        <w:b/>
                        <w:sz w:val="16"/>
                        <w:szCs w:val="16"/>
                        <w:lang w:val="en-US"/>
                      </w:rPr>
                    </w:pPr>
                  </w:p>
                </w:txbxContent>
              </v:textbox>
            </v:shape>
          </w:pict>
        </mc:Fallback>
      </mc:AlternateContent>
    </w:r>
    <w:r w:rsidR="00B60251">
      <w:rPr>
        <w:rFonts w:ascii="MetaPlusLF" w:hAnsi="MetaPlusLF"/>
        <w:noProof/>
        <w:sz w:val="20"/>
        <w:szCs w:val="20"/>
      </w:rPr>
      <w:drawing>
        <wp:anchor distT="0" distB="0" distL="114300" distR="114300" simplePos="0" relativeHeight="251660288" behindDoc="0" locked="0" layoutInCell="1" allowOverlap="1" wp14:anchorId="27745DD8" wp14:editId="76B9A16D">
          <wp:simplePos x="0" y="0"/>
          <wp:positionH relativeFrom="column">
            <wp:posOffset>4903470</wp:posOffset>
          </wp:positionH>
          <wp:positionV relativeFrom="paragraph">
            <wp:posOffset>1073785</wp:posOffset>
          </wp:positionV>
          <wp:extent cx="2162175" cy="979805"/>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2162175" cy="97980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attachedTemplate r:id="rId1"/>
  <w:documentProtection w:edit="readOnly" w:enforcement="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0251"/>
    <w:rsid w:val="0001106B"/>
    <w:rsid w:val="00040DE1"/>
    <w:rsid w:val="000569B8"/>
    <w:rsid w:val="000848DE"/>
    <w:rsid w:val="000A4A9E"/>
    <w:rsid w:val="000B756B"/>
    <w:rsid w:val="0010779B"/>
    <w:rsid w:val="00111333"/>
    <w:rsid w:val="00123B8B"/>
    <w:rsid w:val="0013479C"/>
    <w:rsid w:val="00177123"/>
    <w:rsid w:val="00193A18"/>
    <w:rsid w:val="001C53B7"/>
    <w:rsid w:val="001D3CA8"/>
    <w:rsid w:val="001E7E5A"/>
    <w:rsid w:val="001F69E1"/>
    <w:rsid w:val="00201609"/>
    <w:rsid w:val="00212ACA"/>
    <w:rsid w:val="00222198"/>
    <w:rsid w:val="00247933"/>
    <w:rsid w:val="00252C56"/>
    <w:rsid w:val="00260B96"/>
    <w:rsid w:val="002E288F"/>
    <w:rsid w:val="00307096"/>
    <w:rsid w:val="00327168"/>
    <w:rsid w:val="00332939"/>
    <w:rsid w:val="00340BBF"/>
    <w:rsid w:val="00340EDB"/>
    <w:rsid w:val="00380B22"/>
    <w:rsid w:val="003B27BC"/>
    <w:rsid w:val="003C3BCC"/>
    <w:rsid w:val="003D6307"/>
    <w:rsid w:val="003E4551"/>
    <w:rsid w:val="003F6C2C"/>
    <w:rsid w:val="00400BAF"/>
    <w:rsid w:val="004053C7"/>
    <w:rsid w:val="0042131E"/>
    <w:rsid w:val="004326BD"/>
    <w:rsid w:val="0044436E"/>
    <w:rsid w:val="00456C93"/>
    <w:rsid w:val="00471292"/>
    <w:rsid w:val="0048574D"/>
    <w:rsid w:val="004A7F33"/>
    <w:rsid w:val="004B57E7"/>
    <w:rsid w:val="004C583D"/>
    <w:rsid w:val="004D0DD2"/>
    <w:rsid w:val="005310BB"/>
    <w:rsid w:val="005315F6"/>
    <w:rsid w:val="0054277E"/>
    <w:rsid w:val="005468BD"/>
    <w:rsid w:val="005507AB"/>
    <w:rsid w:val="00567A81"/>
    <w:rsid w:val="00573B3B"/>
    <w:rsid w:val="00594560"/>
    <w:rsid w:val="005D78F6"/>
    <w:rsid w:val="005E6C1C"/>
    <w:rsid w:val="00601D83"/>
    <w:rsid w:val="0060294E"/>
    <w:rsid w:val="00605734"/>
    <w:rsid w:val="0062075E"/>
    <w:rsid w:val="00622AB1"/>
    <w:rsid w:val="00625D63"/>
    <w:rsid w:val="0063346D"/>
    <w:rsid w:val="006555F1"/>
    <w:rsid w:val="00662315"/>
    <w:rsid w:val="00662585"/>
    <w:rsid w:val="00666AAD"/>
    <w:rsid w:val="00676256"/>
    <w:rsid w:val="006C6F2D"/>
    <w:rsid w:val="006E370B"/>
    <w:rsid w:val="00705BAD"/>
    <w:rsid w:val="00716737"/>
    <w:rsid w:val="00733F1A"/>
    <w:rsid w:val="00742DF6"/>
    <w:rsid w:val="0075026C"/>
    <w:rsid w:val="007554B2"/>
    <w:rsid w:val="00767D4F"/>
    <w:rsid w:val="0077790E"/>
    <w:rsid w:val="00794DDF"/>
    <w:rsid w:val="007C4BDB"/>
    <w:rsid w:val="007C5692"/>
    <w:rsid w:val="007E50AB"/>
    <w:rsid w:val="007F421F"/>
    <w:rsid w:val="0083124C"/>
    <w:rsid w:val="0083238E"/>
    <w:rsid w:val="00845D11"/>
    <w:rsid w:val="008501C5"/>
    <w:rsid w:val="008510EC"/>
    <w:rsid w:val="00857C0F"/>
    <w:rsid w:val="0087105F"/>
    <w:rsid w:val="00876750"/>
    <w:rsid w:val="00886F9E"/>
    <w:rsid w:val="0088719E"/>
    <w:rsid w:val="0089757D"/>
    <w:rsid w:val="008A7479"/>
    <w:rsid w:val="008B01DC"/>
    <w:rsid w:val="008C5ECB"/>
    <w:rsid w:val="008E5F02"/>
    <w:rsid w:val="008F4429"/>
    <w:rsid w:val="009001B6"/>
    <w:rsid w:val="00906C83"/>
    <w:rsid w:val="0090718E"/>
    <w:rsid w:val="009374BC"/>
    <w:rsid w:val="00975D12"/>
    <w:rsid w:val="0097686C"/>
    <w:rsid w:val="009807AF"/>
    <w:rsid w:val="009C45B5"/>
    <w:rsid w:val="009E1C49"/>
    <w:rsid w:val="009E22E6"/>
    <w:rsid w:val="00A137F0"/>
    <w:rsid w:val="00A15D7B"/>
    <w:rsid w:val="00A27EDE"/>
    <w:rsid w:val="00A426CD"/>
    <w:rsid w:val="00A47CF4"/>
    <w:rsid w:val="00A804FB"/>
    <w:rsid w:val="00A8487E"/>
    <w:rsid w:val="00A97E77"/>
    <w:rsid w:val="00AA5B56"/>
    <w:rsid w:val="00AB2730"/>
    <w:rsid w:val="00AE33E6"/>
    <w:rsid w:val="00AF4BC9"/>
    <w:rsid w:val="00B02480"/>
    <w:rsid w:val="00B060A5"/>
    <w:rsid w:val="00B06DAE"/>
    <w:rsid w:val="00B11121"/>
    <w:rsid w:val="00B20131"/>
    <w:rsid w:val="00B236E5"/>
    <w:rsid w:val="00B41F77"/>
    <w:rsid w:val="00B51BBE"/>
    <w:rsid w:val="00B57E15"/>
    <w:rsid w:val="00B60251"/>
    <w:rsid w:val="00B6069D"/>
    <w:rsid w:val="00B62611"/>
    <w:rsid w:val="00B74386"/>
    <w:rsid w:val="00B81306"/>
    <w:rsid w:val="00B86BD4"/>
    <w:rsid w:val="00BA1437"/>
    <w:rsid w:val="00BB49CF"/>
    <w:rsid w:val="00BC4C5E"/>
    <w:rsid w:val="00BF40A7"/>
    <w:rsid w:val="00C21821"/>
    <w:rsid w:val="00C2302A"/>
    <w:rsid w:val="00C27CA2"/>
    <w:rsid w:val="00C30452"/>
    <w:rsid w:val="00C6355B"/>
    <w:rsid w:val="00C63D92"/>
    <w:rsid w:val="00C81705"/>
    <w:rsid w:val="00C831E0"/>
    <w:rsid w:val="00C97588"/>
    <w:rsid w:val="00CB044D"/>
    <w:rsid w:val="00CC015B"/>
    <w:rsid w:val="00CD2706"/>
    <w:rsid w:val="00CE29FA"/>
    <w:rsid w:val="00CE3A9D"/>
    <w:rsid w:val="00CF5F4A"/>
    <w:rsid w:val="00D05733"/>
    <w:rsid w:val="00D2511E"/>
    <w:rsid w:val="00D44C1E"/>
    <w:rsid w:val="00D464AA"/>
    <w:rsid w:val="00D5001A"/>
    <w:rsid w:val="00D50B5A"/>
    <w:rsid w:val="00D61E31"/>
    <w:rsid w:val="00D72C2E"/>
    <w:rsid w:val="00D7599B"/>
    <w:rsid w:val="00D837DA"/>
    <w:rsid w:val="00D84E06"/>
    <w:rsid w:val="00DA642F"/>
    <w:rsid w:val="00DE1771"/>
    <w:rsid w:val="00E1027B"/>
    <w:rsid w:val="00E1555C"/>
    <w:rsid w:val="00E2636A"/>
    <w:rsid w:val="00E3023C"/>
    <w:rsid w:val="00E37A61"/>
    <w:rsid w:val="00E5669D"/>
    <w:rsid w:val="00EA003F"/>
    <w:rsid w:val="00EA26F1"/>
    <w:rsid w:val="00ED2A15"/>
    <w:rsid w:val="00F24313"/>
    <w:rsid w:val="00F257B6"/>
    <w:rsid w:val="00F32CA5"/>
    <w:rsid w:val="00F35BF7"/>
    <w:rsid w:val="00F42C96"/>
    <w:rsid w:val="00F578F6"/>
    <w:rsid w:val="00F632B6"/>
    <w:rsid w:val="00F6686B"/>
    <w:rsid w:val="00F82B14"/>
    <w:rsid w:val="00F85AF8"/>
    <w:rsid w:val="00FA10FF"/>
    <w:rsid w:val="00FA6CC2"/>
    <w:rsid w:val="00FD6B3C"/>
    <w:rsid w:val="00FF0D84"/>
    <w:rsid w:val="00FF3105"/>
    <w:rsid w:val="00FF561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489F3D1"/>
  <w15:docId w15:val="{0947E537-16BF-415A-8963-166C972AB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C583D"/>
    <w:pPr>
      <w:tabs>
        <w:tab w:val="center" w:pos="4320"/>
        <w:tab w:val="right" w:pos="8640"/>
      </w:tabs>
      <w:spacing w:after="0" w:line="240" w:lineRule="auto"/>
    </w:pPr>
  </w:style>
  <w:style w:type="character" w:customStyle="1" w:styleId="En-tteCar">
    <w:name w:val="En-tête Car"/>
    <w:basedOn w:val="Policepardfaut"/>
    <w:link w:val="En-tte"/>
    <w:uiPriority w:val="99"/>
    <w:rsid w:val="004C583D"/>
  </w:style>
  <w:style w:type="paragraph" w:styleId="Pieddepage">
    <w:name w:val="footer"/>
    <w:basedOn w:val="Normal"/>
    <w:link w:val="PieddepageCar"/>
    <w:uiPriority w:val="99"/>
    <w:unhideWhenUsed/>
    <w:rsid w:val="004C583D"/>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4C583D"/>
  </w:style>
  <w:style w:type="paragraph" w:styleId="Textedebulles">
    <w:name w:val="Balloon Text"/>
    <w:basedOn w:val="Normal"/>
    <w:link w:val="TextedebullesCar"/>
    <w:uiPriority w:val="99"/>
    <w:semiHidden/>
    <w:unhideWhenUsed/>
    <w:rsid w:val="004C583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C583D"/>
    <w:rPr>
      <w:rFonts w:ascii="Tahoma" w:hAnsi="Tahoma" w:cs="Tahoma"/>
      <w:sz w:val="16"/>
      <w:szCs w:val="16"/>
    </w:rPr>
  </w:style>
  <w:style w:type="paragraph" w:styleId="NormalWeb">
    <w:name w:val="Normal (Web)"/>
    <w:basedOn w:val="Normal"/>
    <w:uiPriority w:val="99"/>
    <w:semiHidden/>
    <w:unhideWhenUsed/>
    <w:rsid w:val="004D0DD2"/>
    <w:pPr>
      <w:spacing w:after="0" w:line="240" w:lineRule="auto"/>
    </w:pPr>
    <w:rPr>
      <w:rFonts w:ascii="Times New Roman" w:eastAsia="Times New Roman" w:hAnsi="Times New Roman" w:cs="Times New Roman"/>
      <w:sz w:val="24"/>
      <w:szCs w:val="24"/>
      <w:lang w:eastAsia="fr-CA"/>
    </w:rPr>
  </w:style>
  <w:style w:type="character" w:styleId="Lienhypertexte">
    <w:name w:val="Hyperlink"/>
    <w:basedOn w:val="Policepardfaut"/>
    <w:uiPriority w:val="99"/>
    <w:unhideWhenUsed/>
    <w:rsid w:val="00B60251"/>
    <w:rPr>
      <w:color w:val="0000FF" w:themeColor="hyperlink"/>
      <w:u w:val="single"/>
    </w:rPr>
  </w:style>
  <w:style w:type="character" w:styleId="Mentionnonrsolue">
    <w:name w:val="Unresolved Mention"/>
    <w:basedOn w:val="Policepardfaut"/>
    <w:uiPriority w:val="99"/>
    <w:semiHidden/>
    <w:unhideWhenUsed/>
    <w:rsid w:val="00B602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0049599">
      <w:bodyDiv w:val="1"/>
      <w:marLeft w:val="0"/>
      <w:marRight w:val="0"/>
      <w:marTop w:val="0"/>
      <w:marBottom w:val="0"/>
      <w:divBdr>
        <w:top w:val="none" w:sz="0" w:space="0" w:color="auto"/>
        <w:left w:val="none" w:sz="0" w:space="0" w:color="auto"/>
        <w:bottom w:val="none" w:sz="0" w:space="0" w:color="auto"/>
        <w:right w:val="none" w:sz="0" w:space="0" w:color="auto"/>
      </w:divBdr>
      <w:divsChild>
        <w:div w:id="405033050">
          <w:marLeft w:val="0"/>
          <w:marRight w:val="0"/>
          <w:marTop w:val="0"/>
          <w:marBottom w:val="0"/>
          <w:divBdr>
            <w:top w:val="none" w:sz="0" w:space="0" w:color="auto"/>
            <w:left w:val="none" w:sz="0" w:space="0" w:color="auto"/>
            <w:bottom w:val="none" w:sz="0" w:space="0" w:color="auto"/>
            <w:right w:val="none" w:sz="0" w:space="0" w:color="auto"/>
          </w:divBdr>
        </w:div>
      </w:divsChild>
    </w:div>
    <w:div w:id="1153058977">
      <w:bodyDiv w:val="1"/>
      <w:marLeft w:val="0"/>
      <w:marRight w:val="0"/>
      <w:marTop w:val="0"/>
      <w:marBottom w:val="0"/>
      <w:divBdr>
        <w:top w:val="none" w:sz="0" w:space="0" w:color="auto"/>
        <w:left w:val="none" w:sz="0" w:space="0" w:color="auto"/>
        <w:bottom w:val="none" w:sz="0" w:space="0" w:color="auto"/>
        <w:right w:val="none" w:sz="0" w:space="0" w:color="auto"/>
      </w:divBdr>
      <w:divsChild>
        <w:div w:id="1621034219">
          <w:marLeft w:val="0"/>
          <w:marRight w:val="0"/>
          <w:marTop w:val="0"/>
          <w:marBottom w:val="0"/>
          <w:divBdr>
            <w:top w:val="none" w:sz="0" w:space="0" w:color="auto"/>
            <w:left w:val="none" w:sz="0" w:space="0" w:color="auto"/>
            <w:bottom w:val="none" w:sz="0" w:space="0" w:color="auto"/>
            <w:right w:val="none" w:sz="0" w:space="0" w:color="auto"/>
          </w:divBdr>
        </w:div>
      </w:divsChild>
    </w:div>
    <w:div w:id="1156147419">
      <w:bodyDiv w:val="1"/>
      <w:marLeft w:val="0"/>
      <w:marRight w:val="0"/>
      <w:marTop w:val="0"/>
      <w:marBottom w:val="0"/>
      <w:divBdr>
        <w:top w:val="none" w:sz="0" w:space="0" w:color="auto"/>
        <w:left w:val="none" w:sz="0" w:space="0" w:color="auto"/>
        <w:bottom w:val="none" w:sz="0" w:space="0" w:color="auto"/>
        <w:right w:val="none" w:sz="0" w:space="0" w:color="auto"/>
      </w:divBdr>
      <w:divsChild>
        <w:div w:id="1279524959">
          <w:marLeft w:val="0"/>
          <w:marRight w:val="0"/>
          <w:marTop w:val="0"/>
          <w:marBottom w:val="0"/>
          <w:divBdr>
            <w:top w:val="none" w:sz="0" w:space="0" w:color="auto"/>
            <w:left w:val="none" w:sz="0" w:space="0" w:color="auto"/>
            <w:bottom w:val="none" w:sz="0" w:space="0" w:color="auto"/>
            <w:right w:val="none" w:sz="0" w:space="0" w:color="auto"/>
          </w:divBdr>
        </w:div>
      </w:divsChild>
    </w:div>
    <w:div w:id="1211727593">
      <w:bodyDiv w:val="1"/>
      <w:marLeft w:val="0"/>
      <w:marRight w:val="0"/>
      <w:marTop w:val="0"/>
      <w:marBottom w:val="0"/>
      <w:divBdr>
        <w:top w:val="none" w:sz="0" w:space="0" w:color="auto"/>
        <w:left w:val="none" w:sz="0" w:space="0" w:color="auto"/>
        <w:bottom w:val="none" w:sz="0" w:space="0" w:color="auto"/>
        <w:right w:val="none" w:sz="0" w:space="0" w:color="auto"/>
      </w:divBdr>
    </w:div>
    <w:div w:id="1448626267">
      <w:bodyDiv w:val="1"/>
      <w:marLeft w:val="0"/>
      <w:marRight w:val="0"/>
      <w:marTop w:val="0"/>
      <w:marBottom w:val="0"/>
      <w:divBdr>
        <w:top w:val="none" w:sz="0" w:space="0" w:color="auto"/>
        <w:left w:val="none" w:sz="0" w:space="0" w:color="auto"/>
        <w:bottom w:val="none" w:sz="0" w:space="0" w:color="auto"/>
        <w:right w:val="none" w:sz="0" w:space="0" w:color="auto"/>
      </w:divBdr>
      <w:divsChild>
        <w:div w:id="1818262008">
          <w:marLeft w:val="0"/>
          <w:marRight w:val="0"/>
          <w:marTop w:val="0"/>
          <w:marBottom w:val="0"/>
          <w:divBdr>
            <w:top w:val="none" w:sz="0" w:space="0" w:color="auto"/>
            <w:left w:val="none" w:sz="0" w:space="0" w:color="auto"/>
            <w:bottom w:val="none" w:sz="0" w:space="0" w:color="auto"/>
            <w:right w:val="none" w:sz="0" w:space="0" w:color="auto"/>
          </w:divBdr>
        </w:div>
      </w:divsChild>
    </w:div>
    <w:div w:id="1592661851">
      <w:bodyDiv w:val="1"/>
      <w:marLeft w:val="0"/>
      <w:marRight w:val="0"/>
      <w:marTop w:val="0"/>
      <w:marBottom w:val="0"/>
      <w:divBdr>
        <w:top w:val="none" w:sz="0" w:space="0" w:color="auto"/>
        <w:left w:val="none" w:sz="0" w:space="0" w:color="auto"/>
        <w:bottom w:val="none" w:sz="0" w:space="0" w:color="auto"/>
        <w:right w:val="none" w:sz="0" w:space="0" w:color="auto"/>
      </w:divBdr>
      <w:divsChild>
        <w:div w:id="17738946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festo-didactic.com" TargetMode="External"/><Relationship Id="rId1" Type="http://schemas.openxmlformats.org/officeDocument/2006/relationships/hyperlink" Target="http://www.festo-didactic.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0sllt\OneDrive%20-%20Festo\Avant%20la%20migration\Avant%20mon%20cong&#233;%20de%20maternit&#233;\Festo\Docs%20pour%20Karine\FDF24375-02%20%20avec%20le%20logo%20noir.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FDF24375-02  avec le logo noir.dotx</Template>
  <TotalTime>175</TotalTime>
  <Pages>1</Pages>
  <Words>79</Words>
  <Characters>439</Characters>
  <Application>Microsoft Office Word</Application>
  <DocSecurity>0</DocSecurity>
  <Lines>3</Lines>
  <Paragraphs>1</Paragraphs>
  <ScaleCrop>false</ScaleCrop>
  <HeadingPairs>
    <vt:vector size="2" baseType="variant">
      <vt:variant>
        <vt:lpstr>Titre</vt:lpstr>
      </vt:variant>
      <vt:variant>
        <vt:i4>1</vt:i4>
      </vt:variant>
    </vt:vector>
  </HeadingPairs>
  <TitlesOfParts>
    <vt:vector size="1" baseType="lpstr">
      <vt:lpstr/>
    </vt:vector>
  </TitlesOfParts>
  <Company>Lab-Volt</Company>
  <LinksUpToDate>false</LinksUpToDate>
  <CharactersWithSpaces>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Ouellet, Isabelle</dc:creator>
  <cp:lastModifiedBy>Beaulieu, Louis</cp:lastModifiedBy>
  <cp:revision>5</cp:revision>
  <cp:lastPrinted>2014-11-13T18:15:00Z</cp:lastPrinted>
  <dcterms:created xsi:type="dcterms:W3CDTF">2021-05-10T16:35:00Z</dcterms:created>
  <dcterms:modified xsi:type="dcterms:W3CDTF">2021-05-10T18:50:00Z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c86c25f-31f1-46f7-b4f9-3c53b1ed0b07_Enabled">
    <vt:lpwstr>True</vt:lpwstr>
  </property>
  <property fmtid="{D5CDD505-2E9C-101B-9397-08002B2CF9AE}" pid="3" name="MSIP_Label_9c86c25f-31f1-46f7-b4f9-3c53b1ed0b07_SiteId">
    <vt:lpwstr>a1ae89fb-21b9-40bf-9d82-a10ae85a2407</vt:lpwstr>
  </property>
  <property fmtid="{D5CDD505-2E9C-101B-9397-08002B2CF9AE}" pid="4" name="MSIP_Label_9c86c25f-31f1-46f7-b4f9-3c53b1ed0b07_Owner">
    <vt:lpwstr>ca0sllt@festo.net</vt:lpwstr>
  </property>
  <property fmtid="{D5CDD505-2E9C-101B-9397-08002B2CF9AE}" pid="5" name="MSIP_Label_9c86c25f-31f1-46f7-b4f9-3c53b1ed0b07_SetDate">
    <vt:lpwstr>2021-05-10T13:52:49.0997087Z</vt:lpwstr>
  </property>
  <property fmtid="{D5CDD505-2E9C-101B-9397-08002B2CF9AE}" pid="6" name="MSIP_Label_9c86c25f-31f1-46f7-b4f9-3c53b1ed0b07_Name">
    <vt:lpwstr>Internal</vt:lpwstr>
  </property>
  <property fmtid="{D5CDD505-2E9C-101B-9397-08002B2CF9AE}" pid="7" name="MSIP_Label_9c86c25f-31f1-46f7-b4f9-3c53b1ed0b07_Application">
    <vt:lpwstr>Microsoft Azure Information Protection</vt:lpwstr>
  </property>
  <property fmtid="{D5CDD505-2E9C-101B-9397-08002B2CF9AE}" pid="8" name="MSIP_Label_9c86c25f-31f1-46f7-b4f9-3c53b1ed0b07_ActionId">
    <vt:lpwstr>733ae4a7-d414-4807-8582-1fbbbd272fa5</vt:lpwstr>
  </property>
  <property fmtid="{D5CDD505-2E9C-101B-9397-08002B2CF9AE}" pid="9" name="MSIP_Label_9c86c25f-31f1-46f7-b4f9-3c53b1ed0b07_Extended_MSFT_Method">
    <vt:lpwstr>Automatic</vt:lpwstr>
  </property>
  <property fmtid="{D5CDD505-2E9C-101B-9397-08002B2CF9AE}" pid="10" name="Sensitivity">
    <vt:lpwstr>Internal</vt:lpwstr>
  </property>
</Properties>
</file>